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751C5" w14:textId="77777777" w:rsidR="008C1B1B" w:rsidRDefault="008C1B1B" w:rsidP="008C1B1B">
      <w:pPr>
        <w:pStyle w:val="Heading1"/>
      </w:pPr>
      <w:r>
        <w:t>DXM</w:t>
      </w:r>
      <w:r>
        <w:rPr>
          <w:spacing w:val="-7"/>
        </w:rPr>
        <w:t xml:space="preserve"> </w:t>
      </w:r>
      <w:r>
        <w:t>ControlLogix</w:t>
      </w:r>
      <w:r>
        <w:rPr>
          <w:spacing w:val="-6"/>
        </w:rPr>
        <w:t xml:space="preserve"> </w:t>
      </w:r>
      <w:proofErr w:type="spellStart"/>
      <w:r>
        <w:t>EtherNet</w:t>
      </w:r>
      <w:proofErr w:type="spellEnd"/>
      <w:r>
        <w:t>/IP</w:t>
      </w:r>
      <w:r>
        <w:rPr>
          <w:spacing w:val="-9"/>
        </w:rPr>
        <w:t xml:space="preserve"> </w:t>
      </w:r>
      <w:r>
        <w:t>Configuration</w:t>
      </w:r>
      <w:r>
        <w:rPr>
          <w:spacing w:val="-5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EDS</w:t>
      </w:r>
      <w:r>
        <w:rPr>
          <w:spacing w:val="-9"/>
        </w:rPr>
        <w:t xml:space="preserve"> </w:t>
      </w:r>
      <w:r>
        <w:rPr>
          <w:spacing w:val="-4"/>
        </w:rPr>
        <w:t>File</w:t>
      </w:r>
    </w:p>
    <w:p w14:paraId="0078E044" w14:textId="40C2D8DA" w:rsidR="008C1B1B" w:rsidRDefault="00A812C5" w:rsidP="00A812C5">
      <w:pPr>
        <w:pStyle w:val="Heading3"/>
      </w:pPr>
      <w:r>
        <w:t>U</w:t>
      </w:r>
      <w:r w:rsidR="008C1B1B">
        <w:t>s</w:t>
      </w:r>
      <w:r>
        <w:t>e</w:t>
      </w:r>
      <w:r w:rsidR="008C1B1B">
        <w:rPr>
          <w:spacing w:val="-4"/>
        </w:rPr>
        <w:t xml:space="preserve"> </w:t>
      </w:r>
      <w:r w:rsidR="008C1B1B">
        <w:t>the</w:t>
      </w:r>
      <w:r w:rsidR="008C1B1B">
        <w:rPr>
          <w:spacing w:val="-1"/>
        </w:rPr>
        <w:t xml:space="preserve"> </w:t>
      </w:r>
      <w:r w:rsidR="008C1B1B">
        <w:t>DXM</w:t>
      </w:r>
      <w:r w:rsidR="008C1B1B">
        <w:rPr>
          <w:spacing w:val="-1"/>
        </w:rPr>
        <w:t xml:space="preserve"> </w:t>
      </w:r>
      <w:r w:rsidR="008C1B1B">
        <w:t>EDS</w:t>
      </w:r>
      <w:r w:rsidR="008C1B1B">
        <w:rPr>
          <w:spacing w:val="-3"/>
        </w:rPr>
        <w:t xml:space="preserve"> </w:t>
      </w:r>
      <w:r w:rsidR="008C1B1B">
        <w:t>file</w:t>
      </w:r>
      <w:r w:rsidR="008C1B1B">
        <w:rPr>
          <w:spacing w:val="-4"/>
        </w:rPr>
        <w:t xml:space="preserve"> </w:t>
      </w:r>
      <w:r w:rsidR="008C1B1B">
        <w:t>to</w:t>
      </w:r>
      <w:r w:rsidR="008C1B1B">
        <w:rPr>
          <w:spacing w:val="-1"/>
        </w:rPr>
        <w:t xml:space="preserve"> </w:t>
      </w:r>
      <w:r w:rsidR="008C1B1B">
        <w:t>create</w:t>
      </w:r>
      <w:r w:rsidR="008C1B1B">
        <w:rPr>
          <w:spacing w:val="-4"/>
        </w:rPr>
        <w:t xml:space="preserve"> </w:t>
      </w:r>
      <w:r w:rsidR="008C1B1B">
        <w:t>a</w:t>
      </w:r>
      <w:r w:rsidR="008C1B1B">
        <w:rPr>
          <w:spacing w:val="-3"/>
        </w:rPr>
        <w:t xml:space="preserve"> </w:t>
      </w:r>
      <w:r w:rsidR="008C1B1B">
        <w:t>connection</w:t>
      </w:r>
      <w:r w:rsidR="008C1B1B">
        <w:rPr>
          <w:spacing w:val="-5"/>
        </w:rPr>
        <w:t xml:space="preserve"> </w:t>
      </w:r>
      <w:r w:rsidR="008C1B1B">
        <w:t>on</w:t>
      </w:r>
      <w:r w:rsidR="008C1B1B">
        <w:rPr>
          <w:spacing w:val="-3"/>
        </w:rPr>
        <w:t xml:space="preserve"> </w:t>
      </w:r>
      <w:r w:rsidR="008C1B1B">
        <w:t>a</w:t>
      </w:r>
      <w:r w:rsidR="008C1B1B">
        <w:rPr>
          <w:spacing w:val="-2"/>
        </w:rPr>
        <w:t xml:space="preserve"> </w:t>
      </w:r>
      <w:r w:rsidR="008C1B1B">
        <w:t>ControlLogix</w:t>
      </w:r>
      <w:r w:rsidR="008C1B1B">
        <w:rPr>
          <w:spacing w:val="-4"/>
        </w:rPr>
        <w:t xml:space="preserve"> PLC</w:t>
      </w:r>
    </w:p>
    <w:p w14:paraId="14116F8F" w14:textId="347CD52B" w:rsidR="008C1B1B" w:rsidRDefault="00A812C5" w:rsidP="00A812C5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7C67C499" wp14:editId="508510E7">
            <wp:simplePos x="0" y="0"/>
            <wp:positionH relativeFrom="page">
              <wp:posOffset>1901494</wp:posOffset>
            </wp:positionH>
            <wp:positionV relativeFrom="paragraph">
              <wp:posOffset>311150</wp:posOffset>
            </wp:positionV>
            <wp:extent cx="3693795" cy="1638300"/>
            <wp:effectExtent l="0" t="0" r="1905" b="0"/>
            <wp:wrapTopAndBottom/>
            <wp:docPr id="4" name="Image 4" descr="A computer screen with a menu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A computer screen with a menu&#10;&#10;Description automatically generated with medium confidenc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379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U</w:t>
      </w:r>
      <w:r w:rsidR="008C1B1B">
        <w:t>se</w:t>
      </w:r>
      <w:r w:rsidR="008C1B1B" w:rsidRPr="00A812C5">
        <w:rPr>
          <w:spacing w:val="-5"/>
        </w:rPr>
        <w:t xml:space="preserve"> </w:t>
      </w:r>
      <w:r w:rsidR="008C1B1B">
        <w:t>the</w:t>
      </w:r>
      <w:r w:rsidR="008C1B1B" w:rsidRPr="00A812C5">
        <w:rPr>
          <w:spacing w:val="-2"/>
        </w:rPr>
        <w:t xml:space="preserve"> </w:t>
      </w:r>
      <w:r w:rsidR="008C1B1B">
        <w:t>EDS</w:t>
      </w:r>
      <w:r w:rsidR="008C1B1B" w:rsidRPr="00A812C5">
        <w:rPr>
          <w:spacing w:val="-2"/>
        </w:rPr>
        <w:t xml:space="preserve"> </w:t>
      </w:r>
      <w:r w:rsidR="008C1B1B">
        <w:t>Hardware</w:t>
      </w:r>
      <w:r w:rsidR="008C1B1B" w:rsidRPr="00A812C5">
        <w:rPr>
          <w:spacing w:val="-3"/>
        </w:rPr>
        <w:t xml:space="preserve"> </w:t>
      </w:r>
      <w:r w:rsidR="008C1B1B">
        <w:t>Installation</w:t>
      </w:r>
      <w:r w:rsidR="008C1B1B" w:rsidRPr="00A812C5">
        <w:rPr>
          <w:spacing w:val="-3"/>
        </w:rPr>
        <w:t xml:space="preserve"> </w:t>
      </w:r>
      <w:r w:rsidR="008C1B1B">
        <w:t>Tool</w:t>
      </w:r>
      <w:r w:rsidR="008C1B1B" w:rsidRPr="00A812C5">
        <w:rPr>
          <w:spacing w:val="-3"/>
        </w:rPr>
        <w:t xml:space="preserve"> </w:t>
      </w:r>
      <w:r w:rsidR="008C1B1B">
        <w:t>to</w:t>
      </w:r>
      <w:r w:rsidR="008C1B1B" w:rsidRPr="00A812C5">
        <w:rPr>
          <w:spacing w:val="-1"/>
        </w:rPr>
        <w:t xml:space="preserve"> </w:t>
      </w:r>
      <w:r w:rsidR="008C1B1B">
        <w:t>register</w:t>
      </w:r>
      <w:r w:rsidR="008C1B1B" w:rsidRPr="00A812C5">
        <w:rPr>
          <w:spacing w:val="-3"/>
        </w:rPr>
        <w:t xml:space="preserve"> </w:t>
      </w:r>
      <w:r w:rsidR="008C1B1B">
        <w:t>the</w:t>
      </w:r>
      <w:r w:rsidR="008C1B1B" w:rsidRPr="00A812C5">
        <w:rPr>
          <w:spacing w:val="-2"/>
        </w:rPr>
        <w:t xml:space="preserve"> </w:t>
      </w:r>
      <w:r w:rsidR="008C1B1B">
        <w:t>EDS</w:t>
      </w:r>
      <w:r w:rsidR="008C1B1B" w:rsidRPr="00A812C5">
        <w:rPr>
          <w:spacing w:val="-2"/>
        </w:rPr>
        <w:t xml:space="preserve"> file.</w:t>
      </w:r>
    </w:p>
    <w:p w14:paraId="7D998788" w14:textId="3E6F543B" w:rsidR="00672D3E" w:rsidRDefault="00EF473C" w:rsidP="00A812C5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0" distR="0" simplePos="0" relativeHeight="251661312" behindDoc="1" locked="0" layoutInCell="1" allowOverlap="1" wp14:anchorId="2DC6FF7F" wp14:editId="70EF36DD">
            <wp:simplePos x="0" y="0"/>
            <wp:positionH relativeFrom="page">
              <wp:posOffset>2603805</wp:posOffset>
            </wp:positionH>
            <wp:positionV relativeFrom="paragraph">
              <wp:posOffset>1932051</wp:posOffset>
            </wp:positionV>
            <wp:extent cx="2143125" cy="1755140"/>
            <wp:effectExtent l="0" t="0" r="9525" b="0"/>
            <wp:wrapTopAndBottom/>
            <wp:docPr id="5" name="Image 5" descr="A screenshot of a computer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A screenshot of a computer&#10;&#10;Description automatically generated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75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2D3E" w:rsidRPr="00672D3E">
        <w:t>Click</w:t>
      </w:r>
      <w:r w:rsidR="00672D3E" w:rsidRPr="00A812C5">
        <w:rPr>
          <w:spacing w:val="-2"/>
        </w:rPr>
        <w:t xml:space="preserve"> </w:t>
      </w:r>
      <w:r w:rsidR="00672D3E" w:rsidRPr="00A812C5">
        <w:rPr>
          <w:spacing w:val="-4"/>
        </w:rPr>
        <w:t>Next</w:t>
      </w:r>
      <w:r>
        <w:rPr>
          <w:spacing w:val="-4"/>
        </w:rPr>
        <w:t>.</w:t>
      </w:r>
    </w:p>
    <w:p w14:paraId="251C519B" w14:textId="1988DC19" w:rsidR="005F323E" w:rsidRDefault="00EF473C" w:rsidP="00A812C5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0" distR="0" simplePos="0" relativeHeight="251663360" behindDoc="1" locked="0" layoutInCell="1" allowOverlap="1" wp14:anchorId="4BA186D0" wp14:editId="2C02084A">
            <wp:simplePos x="0" y="0"/>
            <wp:positionH relativeFrom="page">
              <wp:posOffset>2040433</wp:posOffset>
            </wp:positionH>
            <wp:positionV relativeFrom="paragraph">
              <wp:posOffset>2116074</wp:posOffset>
            </wp:positionV>
            <wp:extent cx="3291840" cy="2362200"/>
            <wp:effectExtent l="0" t="0" r="3810" b="0"/>
            <wp:wrapTopAndBottom/>
            <wp:docPr id="6" name="Image 6" descr="A screenshot of a computer program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A screenshot of a computer program&#10;&#10;Description automatically generated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323E" w:rsidRPr="00A812C5">
        <w:t>Choose</w:t>
      </w:r>
      <w:r w:rsidR="005F323E" w:rsidRPr="00A812C5">
        <w:rPr>
          <w:spacing w:val="-4"/>
        </w:rPr>
        <w:t xml:space="preserve"> </w:t>
      </w:r>
      <w:r w:rsidR="005F323E" w:rsidRPr="00A812C5">
        <w:t>the</w:t>
      </w:r>
      <w:r w:rsidR="005F323E" w:rsidRPr="00A812C5">
        <w:rPr>
          <w:spacing w:val="-4"/>
        </w:rPr>
        <w:t xml:space="preserve"> </w:t>
      </w:r>
      <w:r w:rsidR="005F323E" w:rsidRPr="00A812C5">
        <w:t>“Register</w:t>
      </w:r>
      <w:r w:rsidR="005F323E" w:rsidRPr="00A812C5">
        <w:rPr>
          <w:spacing w:val="-3"/>
        </w:rPr>
        <w:t xml:space="preserve"> </w:t>
      </w:r>
      <w:r w:rsidR="005F323E" w:rsidRPr="00A812C5">
        <w:t>and</w:t>
      </w:r>
      <w:r w:rsidR="005F323E" w:rsidRPr="00A812C5">
        <w:rPr>
          <w:spacing w:val="-4"/>
        </w:rPr>
        <w:t xml:space="preserve"> </w:t>
      </w:r>
      <w:r w:rsidR="005F323E" w:rsidRPr="00A812C5">
        <w:t>EDS</w:t>
      </w:r>
      <w:r w:rsidR="005F323E" w:rsidRPr="00A812C5">
        <w:rPr>
          <w:spacing w:val="-3"/>
        </w:rPr>
        <w:t xml:space="preserve"> </w:t>
      </w:r>
      <w:r w:rsidR="005F323E" w:rsidRPr="00A812C5">
        <w:t>file(s)”</w:t>
      </w:r>
      <w:r w:rsidR="005F323E" w:rsidRPr="00A812C5">
        <w:rPr>
          <w:spacing w:val="-4"/>
        </w:rPr>
        <w:t xml:space="preserve"> </w:t>
      </w:r>
      <w:r w:rsidR="005F323E" w:rsidRPr="00A812C5">
        <w:rPr>
          <w:spacing w:val="-2"/>
        </w:rPr>
        <w:t>option</w:t>
      </w:r>
      <w:r>
        <w:rPr>
          <w:spacing w:val="-2"/>
        </w:rPr>
        <w:t xml:space="preserve"> and click Next.</w:t>
      </w:r>
    </w:p>
    <w:p w14:paraId="3841A8B9" w14:textId="77777777" w:rsidR="00EF473C" w:rsidRDefault="00EF473C">
      <w:pPr>
        <w:spacing w:before="0" w:after="0" w:line="240" w:lineRule="auto"/>
      </w:pPr>
      <w:r>
        <w:br w:type="page"/>
      </w:r>
    </w:p>
    <w:p w14:paraId="2503352C" w14:textId="317A9A17" w:rsidR="005F323E" w:rsidRDefault="00EF473C" w:rsidP="00A812C5">
      <w:pPr>
        <w:pStyle w:val="ListParagraph"/>
        <w:numPr>
          <w:ilvl w:val="0"/>
          <w:numId w:val="5"/>
        </w:numPr>
      </w:pPr>
      <w:r>
        <w:rPr>
          <w:noProof/>
        </w:rPr>
        <w:lastRenderedPageBreak/>
        <w:drawing>
          <wp:anchor distT="0" distB="0" distL="0" distR="0" simplePos="0" relativeHeight="251665408" behindDoc="1" locked="0" layoutInCell="1" allowOverlap="1" wp14:anchorId="5C33226A" wp14:editId="1B8A9316">
            <wp:simplePos x="0" y="0"/>
            <wp:positionH relativeFrom="page">
              <wp:posOffset>2552602</wp:posOffset>
            </wp:positionH>
            <wp:positionV relativeFrom="paragraph">
              <wp:posOffset>213995</wp:posOffset>
            </wp:positionV>
            <wp:extent cx="2735580" cy="2091690"/>
            <wp:effectExtent l="0" t="0" r="7620" b="3810"/>
            <wp:wrapTopAndBottom/>
            <wp:docPr id="7" name="Image 7" descr="C:\Users\jpreisen\Pictures\AB DXM EDS Install\DXM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C:\Users\jpreisen\Pictures\AB DXM EDS Install\DXM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2091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323E">
        <w:t>Browse</w:t>
      </w:r>
      <w:r w:rsidR="005F323E" w:rsidRPr="00A812C5">
        <w:rPr>
          <w:spacing w:val="-5"/>
        </w:rPr>
        <w:t xml:space="preserve"> </w:t>
      </w:r>
      <w:r w:rsidR="005F323E">
        <w:t>to</w:t>
      </w:r>
      <w:r w:rsidR="005F323E" w:rsidRPr="00A812C5">
        <w:rPr>
          <w:spacing w:val="-1"/>
        </w:rPr>
        <w:t xml:space="preserve"> </w:t>
      </w:r>
      <w:r w:rsidR="005F323E">
        <w:t>find</w:t>
      </w:r>
      <w:r w:rsidR="005F323E" w:rsidRPr="00A812C5">
        <w:rPr>
          <w:spacing w:val="-5"/>
        </w:rPr>
        <w:t xml:space="preserve"> </w:t>
      </w:r>
      <w:r w:rsidR="005F323E">
        <w:t>the</w:t>
      </w:r>
      <w:r w:rsidR="005F323E" w:rsidRPr="00A812C5">
        <w:rPr>
          <w:spacing w:val="-2"/>
        </w:rPr>
        <w:t xml:space="preserve"> </w:t>
      </w:r>
      <w:r w:rsidR="005F323E">
        <w:t>EDS</w:t>
      </w:r>
      <w:r w:rsidR="005F323E" w:rsidRPr="00A812C5">
        <w:rPr>
          <w:spacing w:val="-3"/>
        </w:rPr>
        <w:t xml:space="preserve"> </w:t>
      </w:r>
      <w:r w:rsidR="005F323E">
        <w:t>file,</w:t>
      </w:r>
      <w:r w:rsidR="005F323E" w:rsidRPr="00A812C5">
        <w:rPr>
          <w:spacing w:val="-4"/>
        </w:rPr>
        <w:t xml:space="preserve"> </w:t>
      </w:r>
      <w:r w:rsidR="005F323E">
        <w:t>then</w:t>
      </w:r>
      <w:r w:rsidR="005F323E" w:rsidRPr="00A812C5">
        <w:rPr>
          <w:spacing w:val="-2"/>
        </w:rPr>
        <w:t xml:space="preserve"> </w:t>
      </w:r>
      <w:r w:rsidR="005F323E">
        <w:t>click</w:t>
      </w:r>
      <w:r w:rsidR="005F323E" w:rsidRPr="00A812C5">
        <w:rPr>
          <w:spacing w:val="-2"/>
        </w:rPr>
        <w:t xml:space="preserve"> </w:t>
      </w:r>
      <w:r w:rsidR="005F323E" w:rsidRPr="00A812C5">
        <w:rPr>
          <w:spacing w:val="-4"/>
        </w:rPr>
        <w:t>Next.</w:t>
      </w:r>
    </w:p>
    <w:p w14:paraId="2FDD1E86" w14:textId="3429F44B" w:rsidR="00780259" w:rsidRDefault="00EF473C" w:rsidP="00A812C5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0" distR="0" simplePos="0" relativeHeight="251667456" behindDoc="1" locked="0" layoutInCell="1" allowOverlap="1" wp14:anchorId="0E7E6BE1" wp14:editId="7FF310CD">
            <wp:simplePos x="0" y="0"/>
            <wp:positionH relativeFrom="page">
              <wp:posOffset>2271624</wp:posOffset>
            </wp:positionH>
            <wp:positionV relativeFrom="paragraph">
              <wp:posOffset>2348662</wp:posOffset>
            </wp:positionV>
            <wp:extent cx="3072130" cy="2223770"/>
            <wp:effectExtent l="0" t="0" r="0" b="5080"/>
            <wp:wrapTopAndBottom/>
            <wp:docPr id="8" name="Image 8" descr="C:\Users\jpreisen\Pictures\AB DXM EDS Install\DXM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C:\Users\jpreisen\Pictures\AB DXM EDS Install\DXM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2130" cy="2223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0259">
        <w:t>The</w:t>
      </w:r>
      <w:r w:rsidR="00780259" w:rsidRPr="00A812C5">
        <w:rPr>
          <w:spacing w:val="-5"/>
        </w:rPr>
        <w:t xml:space="preserve"> </w:t>
      </w:r>
      <w:r w:rsidR="00780259">
        <w:t>file</w:t>
      </w:r>
      <w:r w:rsidR="00780259" w:rsidRPr="00A812C5">
        <w:rPr>
          <w:spacing w:val="-2"/>
        </w:rPr>
        <w:t xml:space="preserve"> </w:t>
      </w:r>
      <w:r w:rsidR="00780259">
        <w:t>has</w:t>
      </w:r>
      <w:r w:rsidR="00780259" w:rsidRPr="00A812C5">
        <w:rPr>
          <w:spacing w:val="-2"/>
        </w:rPr>
        <w:t xml:space="preserve"> </w:t>
      </w:r>
      <w:r w:rsidR="00780259">
        <w:t>been</w:t>
      </w:r>
      <w:r w:rsidR="00780259" w:rsidRPr="00A812C5">
        <w:rPr>
          <w:spacing w:val="-5"/>
        </w:rPr>
        <w:t xml:space="preserve"> </w:t>
      </w:r>
      <w:r w:rsidR="00780259">
        <w:t>tested</w:t>
      </w:r>
      <w:r w:rsidR="00780259" w:rsidRPr="00A812C5">
        <w:rPr>
          <w:spacing w:val="-3"/>
        </w:rPr>
        <w:t xml:space="preserve"> </w:t>
      </w:r>
      <w:r w:rsidR="00780259">
        <w:t>and</w:t>
      </w:r>
      <w:r w:rsidR="00780259" w:rsidRPr="00A812C5">
        <w:rPr>
          <w:spacing w:val="-4"/>
        </w:rPr>
        <w:t xml:space="preserve"> </w:t>
      </w:r>
      <w:r w:rsidR="00780259">
        <w:t>can</w:t>
      </w:r>
      <w:r w:rsidR="00780259" w:rsidRPr="00A812C5">
        <w:rPr>
          <w:spacing w:val="-3"/>
        </w:rPr>
        <w:t xml:space="preserve"> </w:t>
      </w:r>
      <w:r w:rsidR="00780259">
        <w:t>be</w:t>
      </w:r>
      <w:r w:rsidR="00780259" w:rsidRPr="00A812C5">
        <w:rPr>
          <w:spacing w:val="-2"/>
        </w:rPr>
        <w:t xml:space="preserve"> </w:t>
      </w:r>
      <w:r w:rsidR="00780259">
        <w:t>registered.</w:t>
      </w:r>
      <w:r w:rsidR="00780259" w:rsidRPr="00A812C5">
        <w:rPr>
          <w:spacing w:val="-3"/>
        </w:rPr>
        <w:t xml:space="preserve"> </w:t>
      </w:r>
      <w:r w:rsidR="00780259">
        <w:t>Click</w:t>
      </w:r>
      <w:r w:rsidR="00780259" w:rsidRPr="00A812C5">
        <w:rPr>
          <w:spacing w:val="-2"/>
        </w:rPr>
        <w:t xml:space="preserve"> Next.</w:t>
      </w:r>
    </w:p>
    <w:p w14:paraId="76F6FDA5" w14:textId="41599128" w:rsidR="005F323E" w:rsidRDefault="00EF473C" w:rsidP="00A812C5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0" distR="0" simplePos="0" relativeHeight="251669504" behindDoc="1" locked="0" layoutInCell="1" allowOverlap="1" wp14:anchorId="1B851CFE" wp14:editId="1C01B4B6">
            <wp:simplePos x="0" y="0"/>
            <wp:positionH relativeFrom="page">
              <wp:posOffset>2164537</wp:posOffset>
            </wp:positionH>
            <wp:positionV relativeFrom="paragraph">
              <wp:posOffset>2483104</wp:posOffset>
            </wp:positionV>
            <wp:extent cx="2399030" cy="1755140"/>
            <wp:effectExtent l="0" t="0" r="1270" b="0"/>
            <wp:wrapTopAndBottom/>
            <wp:docPr id="9" name="Image 9" descr="C:\Users\jpreisen\Pictures\AB DXM EDS Install\DXM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C:\Users\jpreisen\Pictures\AB DXM EDS Install\DXM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9030" cy="175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71552" behindDoc="1" locked="0" layoutInCell="1" allowOverlap="1" wp14:anchorId="1EF48257" wp14:editId="317D267F">
            <wp:simplePos x="0" y="0"/>
            <wp:positionH relativeFrom="page">
              <wp:posOffset>4637532</wp:posOffset>
            </wp:positionH>
            <wp:positionV relativeFrom="paragraph">
              <wp:posOffset>3845026</wp:posOffset>
            </wp:positionV>
            <wp:extent cx="2654935" cy="1645920"/>
            <wp:effectExtent l="0" t="0" r="0" b="0"/>
            <wp:wrapSquare wrapText="bothSides"/>
            <wp:docPr id="10" name="Image 10" descr="C:\Users\jpreisen\Pictures\AB DXM EDS Install\DXM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C:\Users\jpreisen\Pictures\AB DXM EDS Install\DXM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0259" w:rsidRPr="00780259">
        <w:t>Here</w:t>
      </w:r>
      <w:r w:rsidR="00780259" w:rsidRPr="00A812C5">
        <w:rPr>
          <w:spacing w:val="-4"/>
        </w:rPr>
        <w:t xml:space="preserve"> </w:t>
      </w:r>
      <w:r w:rsidR="00780259" w:rsidRPr="00780259">
        <w:t>is</w:t>
      </w:r>
      <w:r w:rsidR="00780259" w:rsidRPr="00A812C5">
        <w:rPr>
          <w:spacing w:val="-5"/>
        </w:rPr>
        <w:t xml:space="preserve"> </w:t>
      </w:r>
      <w:r w:rsidR="00780259" w:rsidRPr="00780259">
        <w:t>the</w:t>
      </w:r>
      <w:r w:rsidR="00780259" w:rsidRPr="00A812C5">
        <w:rPr>
          <w:spacing w:val="-2"/>
        </w:rPr>
        <w:t xml:space="preserve"> </w:t>
      </w:r>
      <w:r w:rsidR="00780259" w:rsidRPr="00780259">
        <w:t>icon</w:t>
      </w:r>
      <w:r w:rsidR="00780259" w:rsidRPr="00A812C5">
        <w:rPr>
          <w:spacing w:val="-3"/>
        </w:rPr>
        <w:t xml:space="preserve"> </w:t>
      </w:r>
      <w:r w:rsidR="00780259" w:rsidRPr="00780259">
        <w:t>associated</w:t>
      </w:r>
      <w:r w:rsidR="00780259" w:rsidRPr="00A812C5">
        <w:rPr>
          <w:spacing w:val="-5"/>
        </w:rPr>
        <w:t xml:space="preserve"> </w:t>
      </w:r>
      <w:r w:rsidR="00780259" w:rsidRPr="00780259">
        <w:t>with</w:t>
      </w:r>
      <w:r w:rsidR="00780259" w:rsidRPr="00A812C5">
        <w:rPr>
          <w:spacing w:val="-3"/>
        </w:rPr>
        <w:t xml:space="preserve"> </w:t>
      </w:r>
      <w:r w:rsidR="00780259" w:rsidRPr="00780259">
        <w:t>the</w:t>
      </w:r>
      <w:r w:rsidR="00780259" w:rsidRPr="00A812C5">
        <w:rPr>
          <w:spacing w:val="-4"/>
        </w:rPr>
        <w:t xml:space="preserve"> </w:t>
      </w:r>
      <w:r w:rsidR="00780259" w:rsidRPr="00780259">
        <w:t>EDS</w:t>
      </w:r>
      <w:r w:rsidR="00780259" w:rsidRPr="00A812C5">
        <w:rPr>
          <w:spacing w:val="-5"/>
        </w:rPr>
        <w:t xml:space="preserve"> </w:t>
      </w:r>
      <w:r w:rsidR="00780259" w:rsidRPr="00780259">
        <w:t>file.</w:t>
      </w:r>
      <w:r w:rsidR="00780259" w:rsidRPr="00A812C5">
        <w:rPr>
          <w:spacing w:val="-2"/>
        </w:rPr>
        <w:t xml:space="preserve"> </w:t>
      </w:r>
      <w:r w:rsidR="00780259" w:rsidRPr="00780259">
        <w:t>Click</w:t>
      </w:r>
      <w:r w:rsidR="00780259" w:rsidRPr="00A812C5">
        <w:rPr>
          <w:spacing w:val="-2"/>
        </w:rPr>
        <w:t xml:space="preserve"> </w:t>
      </w:r>
      <w:r w:rsidR="00780259" w:rsidRPr="00A812C5">
        <w:rPr>
          <w:spacing w:val="-4"/>
        </w:rPr>
        <w:t>Next.</w:t>
      </w:r>
    </w:p>
    <w:p w14:paraId="48C29AA0" w14:textId="2C9E3A98" w:rsidR="00260918" w:rsidRDefault="00260918" w:rsidP="00A812C5">
      <w:pPr>
        <w:pStyle w:val="ListParagraph"/>
        <w:numPr>
          <w:ilvl w:val="0"/>
          <w:numId w:val="5"/>
        </w:numPr>
      </w:pPr>
      <w:r w:rsidRPr="00A812C5">
        <w:t>Everything</w:t>
      </w:r>
      <w:r w:rsidRPr="00A812C5">
        <w:rPr>
          <w:spacing w:val="-4"/>
        </w:rPr>
        <w:t xml:space="preserve"> </w:t>
      </w:r>
      <w:r w:rsidRPr="00A812C5">
        <w:t>looks</w:t>
      </w:r>
      <w:r w:rsidRPr="00A812C5">
        <w:rPr>
          <w:spacing w:val="-3"/>
        </w:rPr>
        <w:t xml:space="preserve"> </w:t>
      </w:r>
      <w:r w:rsidRPr="00A812C5">
        <w:t>good.</w:t>
      </w:r>
      <w:r w:rsidRPr="00A812C5">
        <w:rPr>
          <w:spacing w:val="-3"/>
        </w:rPr>
        <w:t xml:space="preserve"> </w:t>
      </w:r>
      <w:r w:rsidRPr="00A812C5">
        <w:t>Click</w:t>
      </w:r>
      <w:r w:rsidRPr="00A812C5">
        <w:rPr>
          <w:spacing w:val="-3"/>
        </w:rPr>
        <w:t xml:space="preserve"> </w:t>
      </w:r>
      <w:r w:rsidRPr="00A812C5">
        <w:t>Next</w:t>
      </w:r>
      <w:r w:rsidRPr="00A812C5">
        <w:rPr>
          <w:spacing w:val="-5"/>
        </w:rPr>
        <w:t xml:space="preserve"> </w:t>
      </w:r>
      <w:r w:rsidRPr="00A812C5">
        <w:t>to</w:t>
      </w:r>
      <w:r w:rsidRPr="00A812C5">
        <w:rPr>
          <w:spacing w:val="-2"/>
        </w:rPr>
        <w:t xml:space="preserve"> </w:t>
      </w:r>
      <w:r w:rsidRPr="00A812C5">
        <w:t>register</w:t>
      </w:r>
      <w:r w:rsidRPr="00A812C5">
        <w:rPr>
          <w:spacing w:val="-3"/>
        </w:rPr>
        <w:t xml:space="preserve"> </w:t>
      </w:r>
      <w:r w:rsidRPr="00A812C5">
        <w:t>this</w:t>
      </w:r>
      <w:r w:rsidRPr="00A812C5">
        <w:rPr>
          <w:spacing w:val="-3"/>
        </w:rPr>
        <w:t xml:space="preserve"> </w:t>
      </w:r>
      <w:r w:rsidRPr="00A812C5">
        <w:t>EDS</w:t>
      </w:r>
      <w:r w:rsidRPr="00A812C5">
        <w:rPr>
          <w:spacing w:val="-3"/>
        </w:rPr>
        <w:t xml:space="preserve"> </w:t>
      </w:r>
      <w:r w:rsidRPr="00A812C5">
        <w:rPr>
          <w:spacing w:val="-2"/>
        </w:rPr>
        <w:t>file.</w:t>
      </w:r>
    </w:p>
    <w:p w14:paraId="7E622790" w14:textId="20B1D18D" w:rsidR="00780259" w:rsidRPr="00FB3643" w:rsidRDefault="00260918" w:rsidP="00A812C5">
      <w:pPr>
        <w:pStyle w:val="ListParagraph"/>
        <w:numPr>
          <w:ilvl w:val="0"/>
          <w:numId w:val="5"/>
        </w:numPr>
      </w:pPr>
      <w:r w:rsidRPr="00260918">
        <w:t>Click</w:t>
      </w:r>
      <w:r w:rsidRPr="00A812C5">
        <w:rPr>
          <w:spacing w:val="-5"/>
        </w:rPr>
        <w:t xml:space="preserve"> </w:t>
      </w:r>
      <w:r w:rsidRPr="00260918">
        <w:t>Finish.</w:t>
      </w:r>
      <w:r w:rsidRPr="00A812C5">
        <w:rPr>
          <w:spacing w:val="-3"/>
        </w:rPr>
        <w:t xml:space="preserve"> </w:t>
      </w:r>
      <w:r w:rsidR="00F67DAC">
        <w:rPr>
          <w:spacing w:val="-3"/>
        </w:rPr>
        <w:t xml:space="preserve">You have successfully completed the EDS Wizard. </w:t>
      </w:r>
      <w:r w:rsidRPr="00260918">
        <w:t>The</w:t>
      </w:r>
      <w:r w:rsidRPr="00A812C5">
        <w:rPr>
          <w:spacing w:val="-5"/>
        </w:rPr>
        <w:t xml:space="preserve"> </w:t>
      </w:r>
      <w:r w:rsidRPr="00260918">
        <w:t>EDS</w:t>
      </w:r>
      <w:r w:rsidRPr="00A812C5">
        <w:rPr>
          <w:spacing w:val="-3"/>
        </w:rPr>
        <w:t xml:space="preserve"> </w:t>
      </w:r>
      <w:r w:rsidRPr="00260918">
        <w:t>file</w:t>
      </w:r>
      <w:r w:rsidRPr="00A812C5">
        <w:rPr>
          <w:spacing w:val="-3"/>
        </w:rPr>
        <w:t xml:space="preserve"> </w:t>
      </w:r>
      <w:r w:rsidRPr="00260918">
        <w:t>is</w:t>
      </w:r>
      <w:r w:rsidRPr="00A812C5">
        <w:rPr>
          <w:spacing w:val="-3"/>
        </w:rPr>
        <w:t xml:space="preserve"> </w:t>
      </w:r>
      <w:r w:rsidRPr="00260918">
        <w:t>now</w:t>
      </w:r>
      <w:r w:rsidRPr="00A812C5">
        <w:rPr>
          <w:spacing w:val="-5"/>
        </w:rPr>
        <w:t xml:space="preserve"> </w:t>
      </w:r>
      <w:r w:rsidRPr="00260918">
        <w:t>registered</w:t>
      </w:r>
      <w:r w:rsidRPr="00A812C5">
        <w:rPr>
          <w:spacing w:val="-3"/>
        </w:rPr>
        <w:t xml:space="preserve"> </w:t>
      </w:r>
      <w:r w:rsidRPr="00260918">
        <w:t>in</w:t>
      </w:r>
      <w:r w:rsidRPr="00A812C5">
        <w:rPr>
          <w:spacing w:val="-4"/>
        </w:rPr>
        <w:t xml:space="preserve"> </w:t>
      </w:r>
      <w:r w:rsidRPr="00260918">
        <w:t>the</w:t>
      </w:r>
      <w:r w:rsidRPr="00A812C5">
        <w:rPr>
          <w:spacing w:val="-3"/>
        </w:rPr>
        <w:t xml:space="preserve"> </w:t>
      </w:r>
      <w:r w:rsidRPr="00260918">
        <w:t>Rockwell</w:t>
      </w:r>
      <w:r w:rsidRPr="00A812C5">
        <w:rPr>
          <w:spacing w:val="-5"/>
        </w:rPr>
        <w:t xml:space="preserve"> </w:t>
      </w:r>
      <w:r w:rsidRPr="00A812C5">
        <w:rPr>
          <w:spacing w:val="-2"/>
        </w:rPr>
        <w:t>software.</w:t>
      </w:r>
    </w:p>
    <w:p w14:paraId="4BE052C5" w14:textId="2CD09834" w:rsidR="00FB3643" w:rsidRDefault="00FB3643" w:rsidP="00FB3643"/>
    <w:p w14:paraId="3C3AE88C" w14:textId="17638B3F" w:rsidR="00A812C5" w:rsidRDefault="00A812C5" w:rsidP="00A812C5">
      <w:pPr>
        <w:pStyle w:val="Heading2"/>
        <w:rPr>
          <w:spacing w:val="-1"/>
        </w:rPr>
      </w:pPr>
      <w:r>
        <w:lastRenderedPageBreak/>
        <w:t>M</w:t>
      </w:r>
      <w:r w:rsidR="00260918">
        <w:t>ake</w:t>
      </w:r>
      <w:r w:rsidR="00260918">
        <w:rPr>
          <w:spacing w:val="-1"/>
        </w:rPr>
        <w:t xml:space="preserve"> </w:t>
      </w:r>
      <w:r w:rsidR="00260918">
        <w:t>a</w:t>
      </w:r>
      <w:r w:rsidR="00260918">
        <w:rPr>
          <w:spacing w:val="-1"/>
        </w:rPr>
        <w:t xml:space="preserve"> </w:t>
      </w:r>
      <w:r w:rsidR="00260918">
        <w:t>new</w:t>
      </w:r>
      <w:r w:rsidR="00260918">
        <w:rPr>
          <w:spacing w:val="-3"/>
        </w:rPr>
        <w:t xml:space="preserve"> </w:t>
      </w:r>
      <w:r w:rsidR="00260918">
        <w:t>module</w:t>
      </w:r>
      <w:r w:rsidR="00260918">
        <w:rPr>
          <w:spacing w:val="-1"/>
        </w:rPr>
        <w:t xml:space="preserve"> </w:t>
      </w:r>
      <w:r w:rsidR="00260918">
        <w:t>using</w:t>
      </w:r>
      <w:r w:rsidR="00260918">
        <w:rPr>
          <w:spacing w:val="-2"/>
        </w:rPr>
        <w:t xml:space="preserve"> </w:t>
      </w:r>
      <w:r w:rsidR="00260918">
        <w:t>the</w:t>
      </w:r>
      <w:r w:rsidR="00260918">
        <w:rPr>
          <w:spacing w:val="-3"/>
        </w:rPr>
        <w:t xml:space="preserve"> </w:t>
      </w:r>
      <w:r w:rsidR="00260918">
        <w:t>EDS</w:t>
      </w:r>
      <w:r w:rsidR="00260918">
        <w:rPr>
          <w:spacing w:val="-4"/>
        </w:rPr>
        <w:t xml:space="preserve"> </w:t>
      </w:r>
      <w:r w:rsidR="00260918">
        <w:t>file.</w:t>
      </w:r>
      <w:r w:rsidR="00260918">
        <w:rPr>
          <w:spacing w:val="-1"/>
        </w:rPr>
        <w:t xml:space="preserve"> </w:t>
      </w:r>
    </w:p>
    <w:p w14:paraId="21C99D42" w14:textId="40F225ED" w:rsidR="00260918" w:rsidRDefault="00666D05" w:rsidP="00A812C5">
      <w:pPr>
        <w:pStyle w:val="ListParagraph"/>
        <w:numPr>
          <w:ilvl w:val="0"/>
          <w:numId w:val="11"/>
        </w:numPr>
      </w:pPr>
      <w:r>
        <w:rPr>
          <w:noProof/>
        </w:rPr>
        <mc:AlternateContent>
          <mc:Choice Requires="wpg">
            <w:drawing>
              <wp:anchor distT="0" distB="0" distL="0" distR="0" simplePos="0" relativeHeight="251675648" behindDoc="1" locked="0" layoutInCell="1" allowOverlap="1" wp14:anchorId="2D75EEEB" wp14:editId="3F07ED14">
                <wp:simplePos x="0" y="0"/>
                <wp:positionH relativeFrom="page">
                  <wp:posOffset>2457374</wp:posOffset>
                </wp:positionH>
                <wp:positionV relativeFrom="paragraph">
                  <wp:posOffset>367792</wp:posOffset>
                </wp:positionV>
                <wp:extent cx="2837815" cy="1894205"/>
                <wp:effectExtent l="0" t="0" r="19685" b="1079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37815" cy="1894205"/>
                          <a:chOff x="0" y="0"/>
                          <a:chExt cx="3609340" cy="268605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9588"/>
                            <a:ext cx="3590290" cy="26664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4762" y="4762"/>
                            <a:ext cx="3599815" cy="267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99815" h="2676525">
                                <a:moveTo>
                                  <a:pt x="0" y="2676017"/>
                                </a:moveTo>
                                <a:lnTo>
                                  <a:pt x="3599815" y="2676017"/>
                                </a:lnTo>
                                <a:lnTo>
                                  <a:pt x="35998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76017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7FC6EF" id="Group 12" o:spid="_x0000_s1026" style="position:absolute;margin-left:193.5pt;margin-top:28.95pt;width:223.45pt;height:149.15pt;z-index:-251640832;mso-wrap-distance-left:0;mso-wrap-distance-right:0;mso-position-horizontal-relative:page;mso-width-relative:margin;mso-height-relative:margin" coordsize="36093,268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s1027" type="#_x0000_t75" style="position:absolute;left:95;top:95;width:35903;height:26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">
                  <v:imagedata r:id="rId16" o:title=""/>
                </v:shape>
                <v:shape id="Graphic 14" o:spid="_x0000_s1028" style="position:absolute;left:47;top:47;width:35998;height:26765;visibility:visible;mso-wrap-style:square;v-text-anchor:top" coordsize="3599815,267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" path="m,2676017r3599815,l3599815,,,,,2676017xe" filled="f" strokecolor="#4f81bc">
                  <v:path arrowok="t"/>
                </v:shape>
                <w10:wrap type="topAndBottom" anchorx="page"/>
              </v:group>
            </w:pict>
          </mc:Fallback>
        </mc:AlternateContent>
      </w:r>
      <w:r w:rsidR="00260918">
        <w:t>Right</w:t>
      </w:r>
      <w:r w:rsidR="00260918" w:rsidRPr="00A812C5">
        <w:rPr>
          <w:spacing w:val="-1"/>
        </w:rPr>
        <w:t xml:space="preserve"> </w:t>
      </w:r>
      <w:r w:rsidR="00260918">
        <w:t>click</w:t>
      </w:r>
      <w:r w:rsidR="00260918" w:rsidRPr="00A812C5">
        <w:rPr>
          <w:spacing w:val="-3"/>
        </w:rPr>
        <w:t xml:space="preserve"> </w:t>
      </w:r>
      <w:r w:rsidR="00260918">
        <w:t>on</w:t>
      </w:r>
      <w:r w:rsidR="00260918" w:rsidRPr="00A812C5">
        <w:rPr>
          <w:spacing w:val="-2"/>
        </w:rPr>
        <w:t xml:space="preserve"> </w:t>
      </w:r>
      <w:proofErr w:type="gramStart"/>
      <w:r w:rsidR="00260918">
        <w:t>the</w:t>
      </w:r>
      <w:r w:rsidR="00260918" w:rsidRPr="00A812C5">
        <w:rPr>
          <w:spacing w:val="-1"/>
        </w:rPr>
        <w:t xml:space="preserve"> </w:t>
      </w:r>
      <w:r w:rsidR="00260918">
        <w:t>PLC’s</w:t>
      </w:r>
      <w:proofErr w:type="gramEnd"/>
      <w:r w:rsidR="00260918" w:rsidRPr="00A812C5">
        <w:rPr>
          <w:spacing w:val="-4"/>
        </w:rPr>
        <w:t xml:space="preserve"> </w:t>
      </w:r>
      <w:r w:rsidR="00260918">
        <w:t>Ethernet</w:t>
      </w:r>
      <w:r w:rsidR="00260918" w:rsidRPr="00A812C5">
        <w:rPr>
          <w:spacing w:val="-1"/>
        </w:rPr>
        <w:t xml:space="preserve"> </w:t>
      </w:r>
      <w:r w:rsidR="00260918">
        <w:t>adapter and choose “New Module”.</w:t>
      </w:r>
    </w:p>
    <w:p w14:paraId="36FD4612" w14:textId="3A714F93" w:rsidR="00260918" w:rsidRDefault="00666D05" w:rsidP="00FB3643">
      <w:pPr>
        <w:pStyle w:val="ListParagraph"/>
        <w:numPr>
          <w:ilvl w:val="0"/>
          <w:numId w:val="11"/>
        </w:numPr>
      </w:pPr>
      <w:r>
        <w:rPr>
          <w:noProof/>
        </w:rPr>
        <w:drawing>
          <wp:anchor distT="0" distB="0" distL="0" distR="0" simplePos="0" relativeHeight="251677696" behindDoc="1" locked="0" layoutInCell="1" allowOverlap="1" wp14:anchorId="74B7360C" wp14:editId="285682B8">
            <wp:simplePos x="0" y="0"/>
            <wp:positionH relativeFrom="page">
              <wp:posOffset>1841500</wp:posOffset>
            </wp:positionH>
            <wp:positionV relativeFrom="paragraph">
              <wp:posOffset>2303145</wp:posOffset>
            </wp:positionV>
            <wp:extent cx="4074160" cy="2435860"/>
            <wp:effectExtent l="0" t="0" r="2540" b="2540"/>
            <wp:wrapTopAndBottom/>
            <wp:docPr id="15" name="Image 15" descr="C:\Users\jpreisen\Pictures\AB DXM EDS Install\DXM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C:\Users\jpreisen\Pictures\AB DXM EDS Install\DXM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4160" cy="243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0918">
        <w:t>From</w:t>
      </w:r>
      <w:r w:rsidR="00260918" w:rsidRPr="00FB3643">
        <w:rPr>
          <w:spacing w:val="-5"/>
        </w:rPr>
        <w:t xml:space="preserve"> </w:t>
      </w:r>
      <w:r w:rsidR="00260918">
        <w:t>the</w:t>
      </w:r>
      <w:r w:rsidR="00260918" w:rsidRPr="00FB3643">
        <w:rPr>
          <w:spacing w:val="-2"/>
        </w:rPr>
        <w:t xml:space="preserve"> </w:t>
      </w:r>
      <w:r w:rsidR="00260918">
        <w:t>list,</w:t>
      </w:r>
      <w:r w:rsidR="00260918" w:rsidRPr="00FB3643">
        <w:rPr>
          <w:spacing w:val="-3"/>
        </w:rPr>
        <w:t xml:space="preserve"> </w:t>
      </w:r>
      <w:r w:rsidR="00260918">
        <w:t>locate</w:t>
      </w:r>
      <w:r w:rsidR="00260918" w:rsidRPr="00FB3643">
        <w:rPr>
          <w:spacing w:val="-4"/>
        </w:rPr>
        <w:t xml:space="preserve"> </w:t>
      </w:r>
      <w:r w:rsidR="00260918">
        <w:t>“DXM”</w:t>
      </w:r>
      <w:r w:rsidR="00260918" w:rsidRPr="00FB3643">
        <w:rPr>
          <w:spacing w:val="-5"/>
        </w:rPr>
        <w:t xml:space="preserve"> </w:t>
      </w:r>
      <w:r w:rsidR="00260918">
        <w:t>then</w:t>
      </w:r>
      <w:r w:rsidR="00260918" w:rsidRPr="00FB3643">
        <w:rPr>
          <w:spacing w:val="-2"/>
        </w:rPr>
        <w:t xml:space="preserve"> </w:t>
      </w:r>
      <w:r w:rsidR="00260918">
        <w:t>click</w:t>
      </w:r>
      <w:r w:rsidR="00260918" w:rsidRPr="00FB3643">
        <w:rPr>
          <w:spacing w:val="-2"/>
        </w:rPr>
        <w:t xml:space="preserve"> Create.</w:t>
      </w:r>
    </w:p>
    <w:p w14:paraId="2AA25F6B" w14:textId="28069286" w:rsidR="0087470C" w:rsidRDefault="00D821F7" w:rsidP="00FB3643">
      <w:pPr>
        <w:pStyle w:val="ListParagraph"/>
        <w:numPr>
          <w:ilvl w:val="0"/>
          <w:numId w:val="11"/>
        </w:numPr>
      </w:pPr>
      <w:r>
        <w:rPr>
          <w:noProof/>
        </w:rPr>
        <mc:AlternateContent>
          <mc:Choice Requires="wpg">
            <w:drawing>
              <wp:anchor distT="0" distB="0" distL="0" distR="0" simplePos="0" relativeHeight="251679744" behindDoc="1" locked="0" layoutInCell="1" allowOverlap="1" wp14:anchorId="3B0C333E" wp14:editId="7887CFCB">
                <wp:simplePos x="0" y="0"/>
                <wp:positionH relativeFrom="page">
                  <wp:posOffset>3964839</wp:posOffset>
                </wp:positionH>
                <wp:positionV relativeFrom="paragraph">
                  <wp:posOffset>2617571</wp:posOffset>
                </wp:positionV>
                <wp:extent cx="3196590" cy="2705735"/>
                <wp:effectExtent l="0" t="0" r="3810" b="0"/>
                <wp:wrapSquare wrapText="bothSides"/>
                <wp:docPr id="16" name="Group 16" descr="C:\Users\jpreisen\AppData\Local\Microsoft\Windows\Temporary Internet Files\Content.Word\DXMPic.p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96590" cy="2705735"/>
                          <a:chOff x="0" y="0"/>
                          <a:chExt cx="5942838" cy="4660391"/>
                        </a:xfrm>
                      </wpg:grpSpPr>
                      <pic:pic xmlns:pic="http://schemas.openxmlformats.org/drawingml/2006/picture">
                        <pic:nvPicPr>
                          <pic:cNvPr id="17" name="Image 17" descr="C:\Users\jpreisen\AppData\Local\Microsoft\Windows\Temporary Internet Files\Content.Word\DXMPic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2838" cy="4660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2314575" y="3737736"/>
                            <a:ext cx="885825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5825" h="400050">
                                <a:moveTo>
                                  <a:pt x="0" y="400050"/>
                                </a:moveTo>
                                <a:lnTo>
                                  <a:pt x="885825" y="400050"/>
                                </a:lnTo>
                                <a:lnTo>
                                  <a:pt x="8858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0050"/>
                                </a:lnTo>
                                <a:close/>
                              </a:path>
                            </a:pathLst>
                          </a:custGeom>
                          <a:ln w="50800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F10CB7" id="Group 16" o:spid="_x0000_s1026" style="position:absolute;margin-left:312.2pt;margin-top:206.1pt;width:251.7pt;height:213.05pt;z-index:-251636736;mso-wrap-distance-left:0;mso-wrap-distance-right:0;mso-position-horizontal-relative:page;mso-width-relative:margin;mso-height-relative:margin" coordsize="59428,466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">
                <v:shape id="Image 17" o:spid="_x0000_s1027" type="#_x0000_t75" style="position:absolute;width:59428;height:466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">
                  <v:imagedata r:id="rId19" o:title="DXMPic"/>
                </v:shape>
                <v:shape id="Graphic 18" o:spid="_x0000_s1028" style="position:absolute;left:23145;top:37377;width:8859;height:4000;visibility:visible;mso-wrap-style:square;v-text-anchor:top" coordsize="885825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" path="m,400050r885825,l885825,,,,,400050xe" filled="f" strokecolor="red" strokeweight="4pt">
                  <v:path arrowok="t"/>
                </v:shape>
                <w10:wrap type="square" anchorx="page"/>
              </v:group>
            </w:pict>
          </mc:Fallback>
        </mc:AlternateContent>
      </w:r>
      <w:r w:rsidR="0087470C" w:rsidRPr="0087470C">
        <w:t>Fill</w:t>
      </w:r>
      <w:r w:rsidR="0087470C" w:rsidRPr="00FB3643">
        <w:rPr>
          <w:spacing w:val="-3"/>
        </w:rPr>
        <w:t xml:space="preserve"> </w:t>
      </w:r>
      <w:r w:rsidR="0087470C" w:rsidRPr="0087470C">
        <w:t>in</w:t>
      </w:r>
      <w:r w:rsidR="0087470C" w:rsidRPr="00FB3643">
        <w:rPr>
          <w:spacing w:val="-2"/>
        </w:rPr>
        <w:t xml:space="preserve"> </w:t>
      </w:r>
      <w:r w:rsidR="0087470C" w:rsidRPr="0087470C">
        <w:t>a</w:t>
      </w:r>
      <w:r w:rsidR="0087470C" w:rsidRPr="00FB3643">
        <w:rPr>
          <w:spacing w:val="-2"/>
        </w:rPr>
        <w:t xml:space="preserve"> </w:t>
      </w:r>
      <w:r w:rsidR="0087470C" w:rsidRPr="0087470C">
        <w:t>name,</w:t>
      </w:r>
      <w:r w:rsidR="0087470C" w:rsidRPr="00FB3643">
        <w:rPr>
          <w:spacing w:val="-4"/>
        </w:rPr>
        <w:t xml:space="preserve"> </w:t>
      </w:r>
      <w:r w:rsidR="0087470C" w:rsidRPr="0087470C">
        <w:t>optional</w:t>
      </w:r>
      <w:r w:rsidR="0087470C" w:rsidRPr="00FB3643">
        <w:rPr>
          <w:spacing w:val="-5"/>
        </w:rPr>
        <w:t xml:space="preserve"> </w:t>
      </w:r>
      <w:r w:rsidR="0087470C" w:rsidRPr="0087470C">
        <w:t>description,</w:t>
      </w:r>
      <w:r w:rsidR="0087470C" w:rsidRPr="00FB3643">
        <w:rPr>
          <w:spacing w:val="-2"/>
        </w:rPr>
        <w:t xml:space="preserve"> </w:t>
      </w:r>
      <w:r w:rsidR="0087470C" w:rsidRPr="0087470C">
        <w:t>and</w:t>
      </w:r>
      <w:r w:rsidR="0087470C" w:rsidRPr="00FB3643">
        <w:rPr>
          <w:spacing w:val="-4"/>
        </w:rPr>
        <w:t xml:space="preserve"> </w:t>
      </w:r>
      <w:r w:rsidR="0087470C" w:rsidRPr="0087470C">
        <w:t>IP</w:t>
      </w:r>
      <w:r w:rsidR="0087470C" w:rsidRPr="00FB3643">
        <w:rPr>
          <w:spacing w:val="-1"/>
        </w:rPr>
        <w:t xml:space="preserve"> </w:t>
      </w:r>
      <w:r w:rsidR="0087470C" w:rsidRPr="0087470C">
        <w:t>address</w:t>
      </w:r>
      <w:r w:rsidR="0087470C" w:rsidRPr="00FB3643">
        <w:rPr>
          <w:spacing w:val="-2"/>
        </w:rPr>
        <w:t xml:space="preserve"> </w:t>
      </w:r>
      <w:r w:rsidR="0087470C" w:rsidRPr="0087470C">
        <w:t>for</w:t>
      </w:r>
      <w:r w:rsidR="0087470C" w:rsidRPr="00FB3643">
        <w:rPr>
          <w:spacing w:val="-4"/>
        </w:rPr>
        <w:t xml:space="preserve"> </w:t>
      </w:r>
      <w:r w:rsidR="0087470C" w:rsidRPr="0087470C">
        <w:t>the DXM.</w:t>
      </w:r>
      <w:r w:rsidR="0087470C" w:rsidRPr="00FB3643">
        <w:rPr>
          <w:spacing w:val="-5"/>
        </w:rPr>
        <w:t xml:space="preserve"> </w:t>
      </w:r>
      <w:r w:rsidR="0087470C" w:rsidRPr="0087470C">
        <w:t>Then</w:t>
      </w:r>
      <w:r w:rsidR="0087470C" w:rsidRPr="00FB3643">
        <w:rPr>
          <w:spacing w:val="-2"/>
        </w:rPr>
        <w:t xml:space="preserve"> </w:t>
      </w:r>
      <w:r w:rsidR="0087470C" w:rsidRPr="0087470C">
        <w:t>click</w:t>
      </w:r>
      <w:r w:rsidR="0087470C" w:rsidRPr="00FB3643">
        <w:rPr>
          <w:spacing w:val="-4"/>
        </w:rPr>
        <w:t xml:space="preserve"> </w:t>
      </w:r>
      <w:r w:rsidR="0087470C" w:rsidRPr="0087470C">
        <w:t>the</w:t>
      </w:r>
      <w:r w:rsidR="0087470C" w:rsidRPr="00FB3643">
        <w:rPr>
          <w:spacing w:val="-4"/>
        </w:rPr>
        <w:t xml:space="preserve"> </w:t>
      </w:r>
      <w:r w:rsidR="0087470C" w:rsidRPr="0087470C">
        <w:t>“Change”</w:t>
      </w:r>
      <w:r w:rsidR="0087470C" w:rsidRPr="00FB3643">
        <w:rPr>
          <w:spacing w:val="-1"/>
        </w:rPr>
        <w:t xml:space="preserve"> </w:t>
      </w:r>
      <w:r w:rsidR="0087470C" w:rsidRPr="0087470C">
        <w:t>button in the Module Definition box.</w:t>
      </w:r>
    </w:p>
    <w:p w14:paraId="4C56A0EC" w14:textId="18BC6FF2" w:rsidR="00666D05" w:rsidRDefault="00666D05" w:rsidP="00666D05"/>
    <w:p w14:paraId="1D0C5AAF" w14:textId="28BF8A95" w:rsidR="00666D05" w:rsidRDefault="00666D05" w:rsidP="00666D05"/>
    <w:p w14:paraId="37FE0B0F" w14:textId="3DDE1E67" w:rsidR="00666D05" w:rsidRDefault="00666D05" w:rsidP="00666D05"/>
    <w:p w14:paraId="67979847" w14:textId="562A966C" w:rsidR="00666D05" w:rsidRDefault="00666D05" w:rsidP="00666D05"/>
    <w:p w14:paraId="19209206" w14:textId="2D5A60F8" w:rsidR="00666D05" w:rsidRDefault="00666D05" w:rsidP="00666D05"/>
    <w:p w14:paraId="2C848387" w14:textId="175AA1CC" w:rsidR="00666D05" w:rsidRDefault="00666D05" w:rsidP="00666D05"/>
    <w:p w14:paraId="60F33C8E" w14:textId="01195A0B" w:rsidR="00666D05" w:rsidRDefault="00666D05" w:rsidP="00666D05"/>
    <w:p w14:paraId="55CCF8A2" w14:textId="77EF9860" w:rsidR="00666D05" w:rsidRDefault="00666D05" w:rsidP="00666D05"/>
    <w:p w14:paraId="2ED2D929" w14:textId="4E767B6E" w:rsidR="00D45CEC" w:rsidRPr="00D45CEC" w:rsidRDefault="00D45CEC" w:rsidP="00D45CEC">
      <w:pPr>
        <w:pStyle w:val="ListParagraph"/>
        <w:numPr>
          <w:ilvl w:val="0"/>
          <w:numId w:val="11"/>
        </w:numPr>
        <w:rPr>
          <w:sz w:val="41"/>
          <w:szCs w:val="41"/>
        </w:rPr>
      </w:pPr>
      <w:r>
        <w:lastRenderedPageBreak/>
        <w:t xml:space="preserve">Select INT as the data type. For DXMR90-4K and DXMR110-8K IO-link Master Models, select SINT as the data type. </w:t>
      </w:r>
    </w:p>
    <w:p w14:paraId="43E99A1F" w14:textId="4EBFFA17" w:rsidR="0087470C" w:rsidRDefault="00576EEA" w:rsidP="00666D05">
      <w:pPr>
        <w:pStyle w:val="ListParagraph"/>
        <w:numPr>
          <w:ilvl w:val="0"/>
          <w:numId w:val="11"/>
        </w:numPr>
        <w:spacing w:before="0" w:after="0" w:line="240" w:lineRule="auto"/>
      </w:pPr>
      <w:r>
        <w:rPr>
          <w:noProof/>
        </w:rPr>
        <w:drawing>
          <wp:anchor distT="0" distB="0" distL="0" distR="0" simplePos="0" relativeHeight="251685888" behindDoc="1" locked="0" layoutInCell="1" allowOverlap="1" wp14:anchorId="49C24C01" wp14:editId="12125FCB">
            <wp:simplePos x="0" y="0"/>
            <wp:positionH relativeFrom="page">
              <wp:posOffset>2310130</wp:posOffset>
            </wp:positionH>
            <wp:positionV relativeFrom="paragraph">
              <wp:posOffset>2890926</wp:posOffset>
            </wp:positionV>
            <wp:extent cx="3456812" cy="1769364"/>
            <wp:effectExtent l="0" t="0" r="0" b="0"/>
            <wp:wrapTopAndBottom/>
            <wp:docPr id="20" name="Image 20" descr="C:\Users\jpreisen\Pictures\AB DXM EDS Install\DXM7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C:\Users\jpreisen\Pictures\AB DXM EDS Install\DXM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6812" cy="1769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5CEC">
        <w:rPr>
          <w:noProof/>
        </w:rPr>
        <w:drawing>
          <wp:anchor distT="0" distB="0" distL="0" distR="0" simplePos="0" relativeHeight="251683840" behindDoc="1" locked="0" layoutInCell="1" allowOverlap="1" wp14:anchorId="392F03C2" wp14:editId="7CD63672">
            <wp:simplePos x="0" y="0"/>
            <wp:positionH relativeFrom="page">
              <wp:posOffset>2703347</wp:posOffset>
            </wp:positionH>
            <wp:positionV relativeFrom="paragraph">
              <wp:posOffset>116282</wp:posOffset>
            </wp:positionV>
            <wp:extent cx="2414270" cy="2501265"/>
            <wp:effectExtent l="0" t="0" r="5080" b="0"/>
            <wp:wrapTopAndBottom/>
            <wp:docPr id="19" name="Image 19" descr="C:\Users\jpreisen\Pictures\AB DXM EDS Install\DXM6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C:\Users\jpreisen\Pictures\AB DXM EDS Install\DXM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427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D05">
        <w:t>Click</w:t>
      </w:r>
      <w:r w:rsidR="00666D05" w:rsidRPr="00D45CEC">
        <w:rPr>
          <w:spacing w:val="-1"/>
        </w:rPr>
        <w:t xml:space="preserve"> </w:t>
      </w:r>
      <w:r w:rsidR="00666D05">
        <w:t>OK,</w:t>
      </w:r>
      <w:r w:rsidR="00666D05" w:rsidRPr="00D45CEC">
        <w:rPr>
          <w:spacing w:val="-2"/>
        </w:rPr>
        <w:t xml:space="preserve"> </w:t>
      </w:r>
      <w:r w:rsidR="00666D05">
        <w:t>then</w:t>
      </w:r>
      <w:r w:rsidR="00666D05" w:rsidRPr="00D45CEC">
        <w:rPr>
          <w:spacing w:val="-5"/>
        </w:rPr>
        <w:t xml:space="preserve"> </w:t>
      </w:r>
      <w:r w:rsidR="00666D05">
        <w:t>OK</w:t>
      </w:r>
      <w:r w:rsidR="00666D05" w:rsidRPr="00D45CEC">
        <w:rPr>
          <w:spacing w:val="-4"/>
        </w:rPr>
        <w:t xml:space="preserve"> </w:t>
      </w:r>
      <w:r w:rsidR="00666D05">
        <w:t>again</w:t>
      </w:r>
      <w:r w:rsidR="00666D05" w:rsidRPr="00D45CEC">
        <w:rPr>
          <w:spacing w:val="-3"/>
        </w:rPr>
        <w:t xml:space="preserve"> </w:t>
      </w:r>
      <w:r w:rsidR="00666D05">
        <w:t>and</w:t>
      </w:r>
      <w:r w:rsidR="00666D05" w:rsidRPr="00D45CEC">
        <w:rPr>
          <w:spacing w:val="-3"/>
        </w:rPr>
        <w:t xml:space="preserve"> </w:t>
      </w:r>
      <w:r w:rsidR="00666D05">
        <w:t>download</w:t>
      </w:r>
      <w:r w:rsidR="00666D05" w:rsidRPr="00D45CEC">
        <w:rPr>
          <w:spacing w:val="-3"/>
        </w:rPr>
        <w:t xml:space="preserve"> </w:t>
      </w:r>
      <w:r w:rsidR="00666D05">
        <w:t>the</w:t>
      </w:r>
      <w:r w:rsidR="00666D05" w:rsidRPr="00D45CEC">
        <w:rPr>
          <w:spacing w:val="-2"/>
        </w:rPr>
        <w:t xml:space="preserve"> </w:t>
      </w:r>
      <w:r w:rsidR="00666D05">
        <w:t>program</w:t>
      </w:r>
      <w:r w:rsidR="00666D05" w:rsidRPr="00D45CEC">
        <w:rPr>
          <w:spacing w:val="-1"/>
        </w:rPr>
        <w:t xml:space="preserve"> </w:t>
      </w:r>
      <w:r w:rsidR="00666D05">
        <w:t>to</w:t>
      </w:r>
      <w:r w:rsidR="00666D05" w:rsidRPr="00D45CEC">
        <w:rPr>
          <w:spacing w:val="-1"/>
        </w:rPr>
        <w:t xml:space="preserve"> </w:t>
      </w:r>
      <w:r w:rsidR="00666D05">
        <w:t>the</w:t>
      </w:r>
      <w:r w:rsidR="00666D05" w:rsidRPr="00D45CEC">
        <w:rPr>
          <w:spacing w:val="-4"/>
        </w:rPr>
        <w:t xml:space="preserve"> </w:t>
      </w:r>
      <w:r w:rsidR="00666D05">
        <w:t>PLC.</w:t>
      </w:r>
      <w:r w:rsidR="00666D05" w:rsidRPr="00D45CEC">
        <w:rPr>
          <w:spacing w:val="-2"/>
        </w:rPr>
        <w:t xml:space="preserve"> </w:t>
      </w:r>
      <w:r w:rsidR="00666D05">
        <w:t>The</w:t>
      </w:r>
      <w:r w:rsidR="00666D05" w:rsidRPr="00D45CEC">
        <w:rPr>
          <w:spacing w:val="-2"/>
        </w:rPr>
        <w:t xml:space="preserve"> </w:t>
      </w:r>
      <w:r w:rsidR="00666D05">
        <w:t>connection</w:t>
      </w:r>
      <w:r w:rsidR="00666D05" w:rsidRPr="00D45CEC">
        <w:rPr>
          <w:spacing w:val="-5"/>
        </w:rPr>
        <w:t xml:space="preserve"> </w:t>
      </w:r>
      <w:r w:rsidR="00666D05">
        <w:t>will</w:t>
      </w:r>
      <w:r w:rsidR="00666D05" w:rsidRPr="00D45CEC">
        <w:rPr>
          <w:spacing w:val="-2"/>
        </w:rPr>
        <w:t xml:space="preserve"> </w:t>
      </w:r>
      <w:r w:rsidR="00666D05">
        <w:t>look</w:t>
      </w:r>
      <w:r w:rsidR="00666D05" w:rsidRPr="00D45CEC">
        <w:rPr>
          <w:spacing w:val="-4"/>
        </w:rPr>
        <w:t xml:space="preserve"> </w:t>
      </w:r>
      <w:r w:rsidR="00666D05">
        <w:t>like</w:t>
      </w:r>
      <w:r w:rsidR="00666D05" w:rsidRPr="00D45CEC">
        <w:rPr>
          <w:spacing w:val="-4"/>
        </w:rPr>
        <w:t xml:space="preserve"> </w:t>
      </w:r>
      <w:r w:rsidR="00666D05">
        <w:t>that seen below.</w:t>
      </w:r>
    </w:p>
    <w:p w14:paraId="6EB2B4A1" w14:textId="3819C7D8" w:rsidR="00260918" w:rsidRDefault="00260918">
      <w:pPr>
        <w:spacing w:after="0" w:line="240" w:lineRule="auto"/>
      </w:pPr>
    </w:p>
    <w:sectPr w:rsidR="00260918" w:rsidSect="002F4D93">
      <w:headerReference w:type="default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701" w:right="1152" w:bottom="1152" w:left="1152" w:header="1296" w:footer="46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48156" w14:textId="77777777" w:rsidR="009B566B" w:rsidRDefault="009B566B" w:rsidP="00DC6137">
      <w:r>
        <w:separator/>
      </w:r>
    </w:p>
  </w:endnote>
  <w:endnote w:type="continuationSeparator" w:id="0">
    <w:p w14:paraId="2B7B2023" w14:textId="77777777" w:rsidR="009B566B" w:rsidRDefault="009B566B" w:rsidP="00DC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HelveticaNeueLT Pro 43 LtEx">
    <w:panose1 w:val="020B0503020202020204"/>
    <w:charset w:val="00"/>
    <w:family w:val="swiss"/>
    <w:notTrueType/>
    <w:pitch w:val="variable"/>
    <w:sig w:usb0="800000AF" w:usb1="5000205B" w:usb2="00000000" w:usb3="00000000" w:csb0="0000009B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9A89A" w14:textId="2C906BAA" w:rsidR="00421D3A" w:rsidRPr="006A6DBC" w:rsidRDefault="001D3939" w:rsidP="00A82FB8">
    <w:pPr>
      <w:pStyle w:val="Footer"/>
      <w:tabs>
        <w:tab w:val="clear" w:pos="4320"/>
        <w:tab w:val="clear" w:pos="8640"/>
        <w:tab w:val="center" w:pos="4680"/>
        <w:tab w:val="right" w:pos="9720"/>
      </w:tabs>
      <w:rPr>
        <w:sz w:val="16"/>
        <w:szCs w:val="16"/>
      </w:rPr>
    </w:pPr>
    <w:r>
      <w:rPr>
        <w:noProof/>
        <w:szCs w:val="20"/>
      </w:rPr>
      <w:drawing>
        <wp:inline distT="0" distB="0" distL="0" distR="0" wp14:anchorId="392E0C0E" wp14:editId="36914D47">
          <wp:extent cx="6309360" cy="5829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 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9360" cy="58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21D3A" w:rsidRPr="006A6DBC">
      <w:rPr>
        <w:sz w:val="16"/>
        <w:szCs w:val="16"/>
      </w:rPr>
      <w:t>Banner Engineering Corp.</w:t>
    </w:r>
    <w:r w:rsidR="00421D3A" w:rsidRPr="006A6DBC">
      <w:rPr>
        <w:sz w:val="16"/>
        <w:szCs w:val="16"/>
      </w:rPr>
      <w:tab/>
    </w:r>
    <w:r w:rsidR="00B35072">
      <w:rPr>
        <w:sz w:val="16"/>
        <w:szCs w:val="16"/>
      </w:rPr>
      <w:t>DXM EIP on ControlLogix</w:t>
    </w:r>
    <w:r w:rsidR="00421D3A" w:rsidRPr="006A6DBC">
      <w:rPr>
        <w:sz w:val="16"/>
        <w:szCs w:val="16"/>
      </w:rPr>
      <w:tab/>
      <w:t xml:space="preserve">Page </w:t>
    </w:r>
    <w:r w:rsidR="00421D3A" w:rsidRPr="006A6DBC">
      <w:rPr>
        <w:sz w:val="16"/>
        <w:szCs w:val="16"/>
      </w:rPr>
      <w:fldChar w:fldCharType="begin"/>
    </w:r>
    <w:r w:rsidR="00421D3A" w:rsidRPr="006A6DBC">
      <w:rPr>
        <w:sz w:val="16"/>
        <w:szCs w:val="16"/>
      </w:rPr>
      <w:instrText xml:space="preserve"> PAGE   \* MERGEFORMAT </w:instrText>
    </w:r>
    <w:r w:rsidR="00421D3A" w:rsidRPr="006A6DBC">
      <w:rPr>
        <w:sz w:val="16"/>
        <w:szCs w:val="16"/>
      </w:rPr>
      <w:fldChar w:fldCharType="separate"/>
    </w:r>
    <w:r w:rsidR="00404AD2" w:rsidRPr="006A6DBC">
      <w:rPr>
        <w:noProof/>
        <w:sz w:val="16"/>
        <w:szCs w:val="16"/>
      </w:rPr>
      <w:t>1</w:t>
    </w:r>
    <w:r w:rsidR="00421D3A" w:rsidRPr="006A6DBC">
      <w:rPr>
        <w:sz w:val="16"/>
        <w:szCs w:val="16"/>
      </w:rPr>
      <w:fldChar w:fldCharType="end"/>
    </w:r>
    <w:r w:rsidR="009744A3" w:rsidRPr="006A6DBC">
      <w:rPr>
        <w:sz w:val="16"/>
        <w:szCs w:val="16"/>
      </w:rPr>
      <w:br/>
    </w:r>
    <w:r w:rsidR="009744A3" w:rsidRPr="006A6DBC">
      <w:rPr>
        <w:sz w:val="16"/>
        <w:szCs w:val="16"/>
      </w:rPr>
      <w:fldChar w:fldCharType="begin"/>
    </w:r>
    <w:r w:rsidR="009744A3" w:rsidRPr="006A6DBC">
      <w:rPr>
        <w:sz w:val="16"/>
        <w:szCs w:val="16"/>
      </w:rPr>
      <w:instrText xml:space="preserve"> DATE \@ "yyyy-MM-dd" </w:instrText>
    </w:r>
    <w:r w:rsidR="009744A3" w:rsidRPr="006A6DBC">
      <w:rPr>
        <w:sz w:val="16"/>
        <w:szCs w:val="16"/>
      </w:rPr>
      <w:fldChar w:fldCharType="separate"/>
    </w:r>
    <w:r w:rsidR="008C1B1B">
      <w:rPr>
        <w:noProof/>
        <w:sz w:val="16"/>
        <w:szCs w:val="16"/>
      </w:rPr>
      <w:t>2023-09-07</w:t>
    </w:r>
    <w:r w:rsidR="009744A3" w:rsidRPr="006A6DBC">
      <w:rPr>
        <w:sz w:val="16"/>
        <w:szCs w:val="16"/>
      </w:rPr>
      <w:fldChar w:fldCharType="end"/>
    </w:r>
    <w:r w:rsidR="00BC6AFB" w:rsidRPr="006A6DBC">
      <w:rPr>
        <w:sz w:val="16"/>
        <w:szCs w:val="16"/>
      </w:rPr>
      <w:tab/>
    </w:r>
    <w:r w:rsidR="00B35072">
      <w:rPr>
        <w:sz w:val="16"/>
        <w:szCs w:val="16"/>
      </w:rPr>
      <w:t>b_4205232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D0FB3" w14:textId="3D157DDE" w:rsidR="00421D3A" w:rsidRPr="006A6DBC" w:rsidRDefault="001D3939" w:rsidP="00E11CAE">
    <w:pPr>
      <w:pStyle w:val="Footer"/>
      <w:tabs>
        <w:tab w:val="clear" w:pos="4320"/>
        <w:tab w:val="clear" w:pos="8640"/>
        <w:tab w:val="center" w:pos="4680"/>
        <w:tab w:val="right" w:pos="9720"/>
      </w:tabs>
      <w:rPr>
        <w:sz w:val="16"/>
        <w:szCs w:val="16"/>
      </w:rPr>
    </w:pPr>
    <w:r>
      <w:rPr>
        <w:noProof/>
        <w:szCs w:val="20"/>
      </w:rPr>
      <w:drawing>
        <wp:inline distT="0" distB="0" distL="0" distR="0" wp14:anchorId="1F6D9C3D" wp14:editId="4B0F8416">
          <wp:extent cx="6309360" cy="58298"/>
          <wp:effectExtent l="0" t="0" r="0" b="0"/>
          <wp:docPr id="192" name="Picture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 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9360" cy="58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1CAE" w:rsidRPr="006A6DBC">
      <w:rPr>
        <w:sz w:val="16"/>
        <w:szCs w:val="16"/>
      </w:rPr>
      <w:t>Banner Engineering Corp.</w:t>
    </w:r>
    <w:r w:rsidR="00E11CAE" w:rsidRPr="006A6DBC">
      <w:rPr>
        <w:sz w:val="16"/>
        <w:szCs w:val="16"/>
      </w:rPr>
      <w:tab/>
    </w:r>
    <w:r w:rsidR="00B35072">
      <w:rPr>
        <w:sz w:val="16"/>
        <w:szCs w:val="16"/>
      </w:rPr>
      <w:t>DXM EIP on ControlLogix</w:t>
    </w:r>
    <w:r w:rsidR="00E11CAE" w:rsidRPr="006A6DBC">
      <w:rPr>
        <w:sz w:val="16"/>
        <w:szCs w:val="16"/>
      </w:rPr>
      <w:tab/>
      <w:t xml:space="preserve">Page </w:t>
    </w:r>
    <w:r w:rsidR="00E11CAE" w:rsidRPr="006A6DBC">
      <w:rPr>
        <w:sz w:val="16"/>
        <w:szCs w:val="16"/>
      </w:rPr>
      <w:fldChar w:fldCharType="begin"/>
    </w:r>
    <w:r w:rsidR="00E11CAE" w:rsidRPr="006A6DBC">
      <w:rPr>
        <w:sz w:val="16"/>
        <w:szCs w:val="16"/>
      </w:rPr>
      <w:instrText xml:space="preserve"> PAGE   \* MERGEFORMAT </w:instrText>
    </w:r>
    <w:r w:rsidR="00E11CAE" w:rsidRPr="006A6DBC">
      <w:rPr>
        <w:sz w:val="16"/>
        <w:szCs w:val="16"/>
      </w:rPr>
      <w:fldChar w:fldCharType="separate"/>
    </w:r>
    <w:r w:rsidR="00E11CAE" w:rsidRPr="006A6DBC">
      <w:rPr>
        <w:sz w:val="16"/>
        <w:szCs w:val="16"/>
      </w:rPr>
      <w:t>2</w:t>
    </w:r>
    <w:r w:rsidR="00E11CAE" w:rsidRPr="006A6DBC">
      <w:rPr>
        <w:sz w:val="16"/>
        <w:szCs w:val="16"/>
      </w:rPr>
      <w:fldChar w:fldCharType="end"/>
    </w:r>
    <w:r w:rsidR="00E11CAE" w:rsidRPr="006A6DBC">
      <w:rPr>
        <w:sz w:val="16"/>
        <w:szCs w:val="16"/>
      </w:rPr>
      <w:br/>
    </w:r>
    <w:r w:rsidR="00E11CAE" w:rsidRPr="006A6DBC">
      <w:rPr>
        <w:sz w:val="16"/>
        <w:szCs w:val="16"/>
      </w:rPr>
      <w:fldChar w:fldCharType="begin"/>
    </w:r>
    <w:r w:rsidR="00E11CAE" w:rsidRPr="006A6DBC">
      <w:rPr>
        <w:sz w:val="16"/>
        <w:szCs w:val="16"/>
      </w:rPr>
      <w:instrText xml:space="preserve"> DATE \@ "yyyy-MM-dd" </w:instrText>
    </w:r>
    <w:r w:rsidR="00E11CAE" w:rsidRPr="006A6DBC">
      <w:rPr>
        <w:sz w:val="16"/>
        <w:szCs w:val="16"/>
      </w:rPr>
      <w:fldChar w:fldCharType="separate"/>
    </w:r>
    <w:r w:rsidR="008C1B1B">
      <w:rPr>
        <w:noProof/>
        <w:sz w:val="16"/>
        <w:szCs w:val="16"/>
      </w:rPr>
      <w:t>2023-09-07</w:t>
    </w:r>
    <w:r w:rsidR="00E11CAE" w:rsidRPr="006A6DBC">
      <w:rPr>
        <w:sz w:val="16"/>
        <w:szCs w:val="16"/>
      </w:rPr>
      <w:fldChar w:fldCharType="end"/>
    </w:r>
    <w:r w:rsidR="00E11CAE" w:rsidRPr="006A6DBC">
      <w:rPr>
        <w:sz w:val="16"/>
        <w:szCs w:val="16"/>
      </w:rPr>
      <w:tab/>
    </w:r>
    <w:r w:rsidR="00463707">
      <w:rPr>
        <w:sz w:val="16"/>
        <w:szCs w:val="16"/>
      </w:rPr>
      <w:t>b_4205232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F37CD" w14:textId="77777777" w:rsidR="009B566B" w:rsidRDefault="009B566B" w:rsidP="00DC6137">
      <w:r>
        <w:separator/>
      </w:r>
    </w:p>
  </w:footnote>
  <w:footnote w:type="continuationSeparator" w:id="0">
    <w:p w14:paraId="5867AE88" w14:textId="77777777" w:rsidR="009B566B" w:rsidRDefault="009B566B" w:rsidP="00DC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5C2B" w14:textId="1F93E02F" w:rsidR="00DA59B8" w:rsidRDefault="00672D3E" w:rsidP="00DA59B8">
    <w:pPr>
      <w:pStyle w:val="Header"/>
      <w:jc w:val="center"/>
    </w:pPr>
    <w:r>
      <w:t>DXM EIP on ControlLogix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45C6D" w14:textId="77777777" w:rsidR="00E11CAE" w:rsidRDefault="00EC541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4E6E9C" wp14:editId="7EF6645C">
              <wp:simplePos x="0" y="0"/>
              <wp:positionH relativeFrom="column">
                <wp:posOffset>-54626</wp:posOffset>
              </wp:positionH>
              <wp:positionV relativeFrom="paragraph">
                <wp:posOffset>-532015</wp:posOffset>
              </wp:positionV>
              <wp:extent cx="5047012" cy="58039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7012" cy="5803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4B151D" w14:textId="1B436B84" w:rsidR="00E11CAE" w:rsidRPr="00304721" w:rsidRDefault="008C1B1B" w:rsidP="008C1B1B">
                          <w:pPr>
                            <w:pStyle w:val="Title"/>
                          </w:pPr>
                          <w:r>
                            <w:t>DXM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EIP on ControlLogix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4E6E9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.3pt;margin-top:-41.9pt;width:397.4pt;height:4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" filled="f" stroked="f">
              <v:textbox>
                <w:txbxContent>
                  <w:p w14:paraId="2D4B151D" w14:textId="1B436B84" w:rsidR="00E11CAE" w:rsidRPr="00304721" w:rsidRDefault="008C1B1B" w:rsidP="008C1B1B">
                    <w:pPr>
                      <w:pStyle w:val="Title"/>
                    </w:pPr>
                    <w:r>
                      <w:t>DXM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EIP on ControlLogix</w:t>
                    </w:r>
                  </w:p>
                </w:txbxContent>
              </v:textbox>
            </v:shape>
          </w:pict>
        </mc:Fallback>
      </mc:AlternateContent>
    </w:r>
    <w:r w:rsidR="00E11CAE" w:rsidRPr="003E0BED">
      <w:rPr>
        <w:noProof/>
      </w:rPr>
      <w:drawing>
        <wp:anchor distT="0" distB="0" distL="114300" distR="114300" simplePos="0" relativeHeight="251656192" behindDoc="0" locked="0" layoutInCell="1" allowOverlap="1" wp14:anchorId="4D7509D8" wp14:editId="1E077704">
          <wp:simplePos x="0" y="0"/>
          <wp:positionH relativeFrom="column">
            <wp:posOffset>5055318</wp:posOffset>
          </wp:positionH>
          <wp:positionV relativeFrom="paragraph">
            <wp:posOffset>-446247</wp:posOffset>
          </wp:positionV>
          <wp:extent cx="1419860" cy="440055"/>
          <wp:effectExtent l="0" t="0" r="889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Logo_Solutions_s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860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5FA"/>
    <w:multiLevelType w:val="hybridMultilevel"/>
    <w:tmpl w:val="AA109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C78AA"/>
    <w:multiLevelType w:val="hybridMultilevel"/>
    <w:tmpl w:val="971CA56C"/>
    <w:lvl w:ilvl="0" w:tplc="70FCE54A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A68"/>
    <w:multiLevelType w:val="hybridMultilevel"/>
    <w:tmpl w:val="25F8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E7EFA"/>
    <w:multiLevelType w:val="hybridMultilevel"/>
    <w:tmpl w:val="B858A9D8"/>
    <w:lvl w:ilvl="0" w:tplc="FFFFFFFF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19D1CCC"/>
    <w:multiLevelType w:val="hybridMultilevel"/>
    <w:tmpl w:val="E666791C"/>
    <w:lvl w:ilvl="0" w:tplc="FFFFFFFF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48356A5"/>
    <w:multiLevelType w:val="hybridMultilevel"/>
    <w:tmpl w:val="5A98D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DD7B56"/>
    <w:multiLevelType w:val="hybridMultilevel"/>
    <w:tmpl w:val="1B7472A4"/>
    <w:lvl w:ilvl="0" w:tplc="70FCE54A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DE048F4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296EE704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382A2BEA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08E24800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A16C2E6C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719CC692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7B2E333E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4538DEE0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D704027"/>
    <w:multiLevelType w:val="hybridMultilevel"/>
    <w:tmpl w:val="C6901A7C"/>
    <w:lvl w:ilvl="0" w:tplc="FFFFFFFF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3EFD306F"/>
    <w:multiLevelType w:val="hybridMultilevel"/>
    <w:tmpl w:val="BF80466E"/>
    <w:lvl w:ilvl="0" w:tplc="FFFFFFFF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9853009"/>
    <w:multiLevelType w:val="hybridMultilevel"/>
    <w:tmpl w:val="1486C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86090"/>
    <w:multiLevelType w:val="hybridMultilevel"/>
    <w:tmpl w:val="6B806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4513E5"/>
    <w:multiLevelType w:val="hybridMultilevel"/>
    <w:tmpl w:val="CA163372"/>
    <w:lvl w:ilvl="0" w:tplc="70FCE54A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A6B5D"/>
    <w:multiLevelType w:val="hybridMultilevel"/>
    <w:tmpl w:val="87649E8C"/>
    <w:lvl w:ilvl="0" w:tplc="FFFFFFFF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num w:numId="1" w16cid:durableId="1777821006">
    <w:abstractNumId w:val="10"/>
  </w:num>
  <w:num w:numId="2" w16cid:durableId="325517944">
    <w:abstractNumId w:val="5"/>
  </w:num>
  <w:num w:numId="3" w16cid:durableId="862783247">
    <w:abstractNumId w:val="2"/>
  </w:num>
  <w:num w:numId="4" w16cid:durableId="450444732">
    <w:abstractNumId w:val="0"/>
  </w:num>
  <w:num w:numId="5" w16cid:durableId="684288663">
    <w:abstractNumId w:val="6"/>
  </w:num>
  <w:num w:numId="6" w16cid:durableId="1574315650">
    <w:abstractNumId w:val="7"/>
  </w:num>
  <w:num w:numId="7" w16cid:durableId="19405387">
    <w:abstractNumId w:val="3"/>
  </w:num>
  <w:num w:numId="8" w16cid:durableId="1745294558">
    <w:abstractNumId w:val="4"/>
  </w:num>
  <w:num w:numId="9" w16cid:durableId="1115098374">
    <w:abstractNumId w:val="8"/>
  </w:num>
  <w:num w:numId="10" w16cid:durableId="763695297">
    <w:abstractNumId w:val="12"/>
  </w:num>
  <w:num w:numId="11" w16cid:durableId="2068187980">
    <w:abstractNumId w:val="1"/>
  </w:num>
  <w:num w:numId="12" w16cid:durableId="193270713">
    <w:abstractNumId w:val="9"/>
  </w:num>
  <w:num w:numId="13" w16cid:durableId="21121216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1B"/>
    <w:rsid w:val="00000279"/>
    <w:rsid w:val="0000518E"/>
    <w:rsid w:val="000076B5"/>
    <w:rsid w:val="00011844"/>
    <w:rsid w:val="00014125"/>
    <w:rsid w:val="0002402C"/>
    <w:rsid w:val="00042F70"/>
    <w:rsid w:val="00050231"/>
    <w:rsid w:val="0005051A"/>
    <w:rsid w:val="00051553"/>
    <w:rsid w:val="0006205A"/>
    <w:rsid w:val="00072AD0"/>
    <w:rsid w:val="00073F8F"/>
    <w:rsid w:val="000A4E72"/>
    <w:rsid w:val="000C2A7F"/>
    <w:rsid w:val="000C7402"/>
    <w:rsid w:val="000E1FB5"/>
    <w:rsid w:val="001108C3"/>
    <w:rsid w:val="00112B6E"/>
    <w:rsid w:val="00123825"/>
    <w:rsid w:val="00130BF0"/>
    <w:rsid w:val="00141336"/>
    <w:rsid w:val="001554D8"/>
    <w:rsid w:val="00176327"/>
    <w:rsid w:val="00185526"/>
    <w:rsid w:val="00187EF4"/>
    <w:rsid w:val="001A2038"/>
    <w:rsid w:val="001D3939"/>
    <w:rsid w:val="001E2CA2"/>
    <w:rsid w:val="00231BAC"/>
    <w:rsid w:val="00244635"/>
    <w:rsid w:val="0024644D"/>
    <w:rsid w:val="00253799"/>
    <w:rsid w:val="00260918"/>
    <w:rsid w:val="002620DD"/>
    <w:rsid w:val="0027113C"/>
    <w:rsid w:val="00274EBB"/>
    <w:rsid w:val="00276713"/>
    <w:rsid w:val="00281509"/>
    <w:rsid w:val="002866D1"/>
    <w:rsid w:val="00294EEA"/>
    <w:rsid w:val="00295E56"/>
    <w:rsid w:val="002A353E"/>
    <w:rsid w:val="002C6A1B"/>
    <w:rsid w:val="002F4D93"/>
    <w:rsid w:val="00300FE1"/>
    <w:rsid w:val="00304721"/>
    <w:rsid w:val="00317BF5"/>
    <w:rsid w:val="00330C3F"/>
    <w:rsid w:val="00331794"/>
    <w:rsid w:val="00364537"/>
    <w:rsid w:val="00364D44"/>
    <w:rsid w:val="00380DF4"/>
    <w:rsid w:val="003811C4"/>
    <w:rsid w:val="00391C8A"/>
    <w:rsid w:val="003E0BED"/>
    <w:rsid w:val="003F4A37"/>
    <w:rsid w:val="00404AD2"/>
    <w:rsid w:val="00415370"/>
    <w:rsid w:val="00421D3A"/>
    <w:rsid w:val="00436AEC"/>
    <w:rsid w:val="0043716E"/>
    <w:rsid w:val="00437F8C"/>
    <w:rsid w:val="00444BD6"/>
    <w:rsid w:val="0045478A"/>
    <w:rsid w:val="00460C19"/>
    <w:rsid w:val="00463707"/>
    <w:rsid w:val="004637AB"/>
    <w:rsid w:val="004821CF"/>
    <w:rsid w:val="004900FB"/>
    <w:rsid w:val="0049326D"/>
    <w:rsid w:val="004C13A8"/>
    <w:rsid w:val="004D6258"/>
    <w:rsid w:val="004F7441"/>
    <w:rsid w:val="0055132D"/>
    <w:rsid w:val="00565D12"/>
    <w:rsid w:val="005679D4"/>
    <w:rsid w:val="005730C9"/>
    <w:rsid w:val="00573733"/>
    <w:rsid w:val="00576EEA"/>
    <w:rsid w:val="00577724"/>
    <w:rsid w:val="00591AA9"/>
    <w:rsid w:val="005C50EF"/>
    <w:rsid w:val="005C7E87"/>
    <w:rsid w:val="005F323E"/>
    <w:rsid w:val="005F7424"/>
    <w:rsid w:val="00622C5A"/>
    <w:rsid w:val="0062422D"/>
    <w:rsid w:val="006423E4"/>
    <w:rsid w:val="0065014A"/>
    <w:rsid w:val="00651F3C"/>
    <w:rsid w:val="00666D05"/>
    <w:rsid w:val="00667949"/>
    <w:rsid w:val="00671908"/>
    <w:rsid w:val="00672D3E"/>
    <w:rsid w:val="00680CE3"/>
    <w:rsid w:val="00695E65"/>
    <w:rsid w:val="006A2049"/>
    <w:rsid w:val="006A6DBC"/>
    <w:rsid w:val="006C3EC6"/>
    <w:rsid w:val="006D657D"/>
    <w:rsid w:val="006F5C29"/>
    <w:rsid w:val="00707277"/>
    <w:rsid w:val="007079A3"/>
    <w:rsid w:val="0073662B"/>
    <w:rsid w:val="0073750D"/>
    <w:rsid w:val="0074370C"/>
    <w:rsid w:val="00747102"/>
    <w:rsid w:val="007633F3"/>
    <w:rsid w:val="00780259"/>
    <w:rsid w:val="007A4751"/>
    <w:rsid w:val="007B40FC"/>
    <w:rsid w:val="007C024A"/>
    <w:rsid w:val="007F3912"/>
    <w:rsid w:val="00804284"/>
    <w:rsid w:val="00827EB9"/>
    <w:rsid w:val="00833CCA"/>
    <w:rsid w:val="00841CAE"/>
    <w:rsid w:val="0084696F"/>
    <w:rsid w:val="00850AD4"/>
    <w:rsid w:val="00855919"/>
    <w:rsid w:val="0087470C"/>
    <w:rsid w:val="008A7B22"/>
    <w:rsid w:val="008B65C9"/>
    <w:rsid w:val="008C0C12"/>
    <w:rsid w:val="008C1B1B"/>
    <w:rsid w:val="008E4F37"/>
    <w:rsid w:val="008E6CA5"/>
    <w:rsid w:val="00923C78"/>
    <w:rsid w:val="00937400"/>
    <w:rsid w:val="0094024D"/>
    <w:rsid w:val="00957FEE"/>
    <w:rsid w:val="00961CAB"/>
    <w:rsid w:val="009653D5"/>
    <w:rsid w:val="00973DD2"/>
    <w:rsid w:val="009744A3"/>
    <w:rsid w:val="00983836"/>
    <w:rsid w:val="009B15E4"/>
    <w:rsid w:val="009B566B"/>
    <w:rsid w:val="009C1B56"/>
    <w:rsid w:val="009C7421"/>
    <w:rsid w:val="009E1F57"/>
    <w:rsid w:val="009F1590"/>
    <w:rsid w:val="009F3BA3"/>
    <w:rsid w:val="00A03333"/>
    <w:rsid w:val="00A20851"/>
    <w:rsid w:val="00A34366"/>
    <w:rsid w:val="00A36A14"/>
    <w:rsid w:val="00A413FB"/>
    <w:rsid w:val="00A42705"/>
    <w:rsid w:val="00A523EA"/>
    <w:rsid w:val="00A55109"/>
    <w:rsid w:val="00A67227"/>
    <w:rsid w:val="00A812C5"/>
    <w:rsid w:val="00A82FB8"/>
    <w:rsid w:val="00AC4D6D"/>
    <w:rsid w:val="00AD1534"/>
    <w:rsid w:val="00AD1598"/>
    <w:rsid w:val="00AF49AD"/>
    <w:rsid w:val="00B049F5"/>
    <w:rsid w:val="00B111B0"/>
    <w:rsid w:val="00B20A7C"/>
    <w:rsid w:val="00B26E83"/>
    <w:rsid w:val="00B35072"/>
    <w:rsid w:val="00B75F80"/>
    <w:rsid w:val="00B84044"/>
    <w:rsid w:val="00B90A97"/>
    <w:rsid w:val="00BA6210"/>
    <w:rsid w:val="00BB29EF"/>
    <w:rsid w:val="00BC6AFB"/>
    <w:rsid w:val="00C16970"/>
    <w:rsid w:val="00C43F89"/>
    <w:rsid w:val="00C539FA"/>
    <w:rsid w:val="00C650EB"/>
    <w:rsid w:val="00C66CFE"/>
    <w:rsid w:val="00C97108"/>
    <w:rsid w:val="00CD6069"/>
    <w:rsid w:val="00CE7900"/>
    <w:rsid w:val="00CE7FAC"/>
    <w:rsid w:val="00CF1B82"/>
    <w:rsid w:val="00CF1DF9"/>
    <w:rsid w:val="00D25EAE"/>
    <w:rsid w:val="00D25EB6"/>
    <w:rsid w:val="00D45CEC"/>
    <w:rsid w:val="00D72FBB"/>
    <w:rsid w:val="00D74574"/>
    <w:rsid w:val="00D77077"/>
    <w:rsid w:val="00D821F7"/>
    <w:rsid w:val="00D9193A"/>
    <w:rsid w:val="00DA59B8"/>
    <w:rsid w:val="00DB7C58"/>
    <w:rsid w:val="00DC3878"/>
    <w:rsid w:val="00DC6137"/>
    <w:rsid w:val="00DD744F"/>
    <w:rsid w:val="00DE35D3"/>
    <w:rsid w:val="00E11CAE"/>
    <w:rsid w:val="00E14D23"/>
    <w:rsid w:val="00E22848"/>
    <w:rsid w:val="00E2431F"/>
    <w:rsid w:val="00E264ED"/>
    <w:rsid w:val="00E51898"/>
    <w:rsid w:val="00EB72E9"/>
    <w:rsid w:val="00EC5412"/>
    <w:rsid w:val="00EC6179"/>
    <w:rsid w:val="00EF473C"/>
    <w:rsid w:val="00F01442"/>
    <w:rsid w:val="00F12588"/>
    <w:rsid w:val="00F26E4A"/>
    <w:rsid w:val="00F54686"/>
    <w:rsid w:val="00F65FF5"/>
    <w:rsid w:val="00F67DAC"/>
    <w:rsid w:val="00F7112F"/>
    <w:rsid w:val="00F93BCF"/>
    <w:rsid w:val="00FB2878"/>
    <w:rsid w:val="00FB3643"/>
    <w:rsid w:val="00FC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76D417"/>
  <w14:defaultImageDpi w14:val="330"/>
  <w15:docId w15:val="{7B5CC4E4-8C7A-4471-97FA-2ABEF727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553"/>
    <w:pPr>
      <w:spacing w:before="120" w:after="120" w:line="276" w:lineRule="auto"/>
    </w:pPr>
    <w:rPr>
      <w:rFonts w:ascii="Calibri" w:hAnsi="Calibri"/>
      <w:sz w:val="20"/>
    </w:rPr>
  </w:style>
  <w:style w:type="paragraph" w:styleId="Heading1">
    <w:name w:val="heading 1"/>
    <w:basedOn w:val="BannerStyle1"/>
    <w:next w:val="Normal"/>
    <w:link w:val="Heading1Char"/>
    <w:uiPriority w:val="9"/>
    <w:qFormat/>
    <w:rsid w:val="00E14D23"/>
    <w:pPr>
      <w:pBdr>
        <w:bottom w:val="single" w:sz="18" w:space="1" w:color="FFD600"/>
      </w:pBdr>
      <w:outlineLvl w:val="0"/>
    </w:pPr>
    <w:rPr>
      <w:rFonts w:ascii="Arial" w:hAnsi="Arial"/>
      <w:sz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2422D"/>
    <w:pPr>
      <w:pBdr>
        <w:bottom w:val="none" w:sz="0" w:space="0" w:color="auto"/>
      </w:pBdr>
      <w:spacing w:before="120" w:after="0"/>
      <w:outlineLvl w:val="1"/>
    </w:pPr>
    <w:rPr>
      <w:sz w:val="28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2422D"/>
    <w:pPr>
      <w:outlineLvl w:val="2"/>
    </w:pPr>
    <w:rPr>
      <w:sz w:val="24"/>
      <w:szCs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079A3"/>
    <w:pPr>
      <w:spacing w:before="40"/>
      <w:outlineLvl w:val="3"/>
    </w:pPr>
    <w:rPr>
      <w:rFonts w:ascii="Calibri" w:eastAsiaTheme="majorEastAsia" w:hAnsi="Calibri" w:cstheme="majorBidi"/>
      <w:b w:val="0"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1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137"/>
  </w:style>
  <w:style w:type="paragraph" w:styleId="Footer">
    <w:name w:val="footer"/>
    <w:basedOn w:val="Normal"/>
    <w:link w:val="FooterChar"/>
    <w:uiPriority w:val="99"/>
    <w:unhideWhenUsed/>
    <w:rsid w:val="00DC61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137"/>
  </w:style>
  <w:style w:type="paragraph" w:styleId="BalloonText">
    <w:name w:val="Balloon Text"/>
    <w:basedOn w:val="Normal"/>
    <w:link w:val="BalloonTextChar"/>
    <w:uiPriority w:val="99"/>
    <w:semiHidden/>
    <w:unhideWhenUsed/>
    <w:rsid w:val="00DC6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137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12B6E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1"/>
    <w:qFormat/>
    <w:rsid w:val="00A208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F3C"/>
    <w:rPr>
      <w:color w:val="0000FF" w:themeColor="hyperlink"/>
      <w:u w:val="single"/>
    </w:rPr>
  </w:style>
  <w:style w:type="paragraph" w:customStyle="1" w:styleId="BannerStyle1">
    <w:name w:val="Banner Style1"/>
    <w:basedOn w:val="Header"/>
    <w:next w:val="Normal"/>
    <w:link w:val="BannerStyle1Char"/>
    <w:rsid w:val="00833CCA"/>
    <w:pPr>
      <w:keepNext/>
      <w:keepLines/>
      <w:pBdr>
        <w:bottom w:val="single" w:sz="8" w:space="1" w:color="FFC300"/>
      </w:pBdr>
      <w:spacing w:before="240" w:line="240" w:lineRule="auto"/>
    </w:pPr>
    <w:rPr>
      <w:b/>
      <w:sz w:val="48"/>
      <w:szCs w:val="48"/>
    </w:rPr>
  </w:style>
  <w:style w:type="character" w:customStyle="1" w:styleId="BannerStyle1Char">
    <w:name w:val="Banner Style1 Char"/>
    <w:basedOn w:val="HeaderChar"/>
    <w:link w:val="BannerStyle1"/>
    <w:rsid w:val="00833CCA"/>
    <w:rPr>
      <w:rFonts w:ascii="Calibri" w:hAnsi="Calibri"/>
      <w:b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E14D23"/>
    <w:rPr>
      <w:rFonts w:ascii="Arial" w:hAnsi="Arial"/>
      <w:b/>
      <w:sz w:val="36"/>
      <w:szCs w:val="4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B15E4"/>
    <w:pPr>
      <w:ind w:left="240" w:hanging="240"/>
    </w:pPr>
  </w:style>
  <w:style w:type="paragraph" w:styleId="TOCHeading">
    <w:name w:val="TOC Heading"/>
    <w:basedOn w:val="Heading1"/>
    <w:next w:val="Normal"/>
    <w:uiPriority w:val="39"/>
    <w:unhideWhenUsed/>
    <w:qFormat/>
    <w:rsid w:val="004D6258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7900"/>
    <w:pPr>
      <w:spacing w:after="100"/>
      <w:ind w:left="220"/>
    </w:pPr>
    <w:rPr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7900"/>
    <w:pPr>
      <w:spacing w:after="100"/>
    </w:pPr>
    <w:rPr>
      <w:b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7900"/>
    <w:pPr>
      <w:spacing w:after="100"/>
      <w:ind w:left="440"/>
    </w:pPr>
    <w:rPr>
      <w:szCs w:val="2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62422D"/>
    <w:rPr>
      <w:rFonts w:ascii="HelveticaNeueLT Pro 43 LtEx" w:hAnsi="HelveticaNeueLT Pro 43 LtEx"/>
      <w:szCs w:val="28"/>
    </w:rPr>
  </w:style>
  <w:style w:type="table" w:styleId="TableGrid">
    <w:name w:val="Table Grid"/>
    <w:basedOn w:val="TableNormal"/>
    <w:uiPriority w:val="59"/>
    <w:rsid w:val="004F7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2422D"/>
    <w:rPr>
      <w:rFonts w:ascii="HelveticaNeueLT Pro 43 LtEx" w:hAnsi="HelveticaNeueLT Pro 43 LtEx"/>
      <w:sz w:val="28"/>
      <w:szCs w:val="32"/>
    </w:rPr>
  </w:style>
  <w:style w:type="table" w:styleId="LightList-Accent1">
    <w:name w:val="Light List Accent 1"/>
    <w:basedOn w:val="TableNormal"/>
    <w:uiPriority w:val="61"/>
    <w:rsid w:val="00274EBB"/>
    <w:rPr>
      <w:rFonts w:eastAsiaTheme="minorHAns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ableText">
    <w:name w:val="Table Text"/>
    <w:basedOn w:val="Normal"/>
    <w:link w:val="TableTextChar"/>
    <w:qFormat/>
    <w:rsid w:val="00123825"/>
    <w:pPr>
      <w:spacing w:before="40" w:after="40" w:line="240" w:lineRule="auto"/>
    </w:pPr>
  </w:style>
  <w:style w:type="paragraph" w:customStyle="1" w:styleId="Pa11">
    <w:name w:val="Pa11"/>
    <w:basedOn w:val="Normal"/>
    <w:next w:val="Normal"/>
    <w:uiPriority w:val="99"/>
    <w:rsid w:val="00317BF5"/>
    <w:pPr>
      <w:autoSpaceDE w:val="0"/>
      <w:autoSpaceDN w:val="0"/>
      <w:adjustRightInd w:val="0"/>
      <w:spacing w:after="0" w:line="161" w:lineRule="atLeast"/>
    </w:pPr>
  </w:style>
  <w:style w:type="paragraph" w:styleId="NoSpacing">
    <w:name w:val="No Spacing"/>
    <w:uiPriority w:val="1"/>
    <w:qFormat/>
    <w:rsid w:val="00804284"/>
    <w:rPr>
      <w:rFonts w:ascii="Arial Nova" w:hAnsi="Arial Nova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7079A3"/>
    <w:rPr>
      <w:rFonts w:ascii="Calibri" w:eastAsiaTheme="majorEastAsia" w:hAnsi="Calibri" w:cstheme="majorBidi"/>
      <w:b/>
      <w:iCs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079A3"/>
    <w:pPr>
      <w:spacing w:after="0" w:line="240" w:lineRule="auto"/>
      <w:contextualSpacing/>
    </w:pPr>
    <w:rPr>
      <w:rFonts w:ascii="Arial Narrow" w:eastAsiaTheme="majorEastAsia" w:hAnsi="Arial Narrow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79A3"/>
    <w:rPr>
      <w:rFonts w:ascii="Arial Narrow" w:eastAsiaTheme="majorEastAsia" w:hAnsi="Arial Narrow" w:cstheme="majorBidi"/>
      <w:b/>
      <w:spacing w:val="-10"/>
      <w:kern w:val="28"/>
      <w:sz w:val="36"/>
      <w:szCs w:val="56"/>
    </w:rPr>
  </w:style>
  <w:style w:type="character" w:customStyle="1" w:styleId="TableTextChar">
    <w:name w:val="Table Text Char"/>
    <w:basedOn w:val="DefaultParagraphFont"/>
    <w:link w:val="TableText"/>
    <w:rsid w:val="00827EB9"/>
    <w:rPr>
      <w:rFonts w:ascii="Arial Nova" w:hAnsi="Arial Nova"/>
      <w:sz w:val="20"/>
    </w:rPr>
  </w:style>
  <w:style w:type="paragraph" w:styleId="BodyText">
    <w:name w:val="Body Text"/>
    <w:basedOn w:val="Normal"/>
    <w:link w:val="BodyTextChar"/>
    <w:uiPriority w:val="1"/>
    <w:qFormat/>
    <w:rsid w:val="008C1B1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8C1B1B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chnelbach\OneDrive%20-%20Banner%20Engineering\Documents\MyTemplates\Multiple-Page%20--%20Arial-Calibri%20--%20b_4423606%20(two%20pages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77DA90-FAB3-48C7-A355-6D3CCF1B5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Multiple-Page -- Arial-Calibri -- b_4423606 (two pages).dotx</Template>
  <TotalTime>62</TotalTime>
  <Pages>4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Banner Engineering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Schnelbach</dc:creator>
  <cp:lastModifiedBy>Susan Schnelbach</cp:lastModifiedBy>
  <cp:revision>20</cp:revision>
  <cp:lastPrinted>2016-10-20T10:01:00Z</cp:lastPrinted>
  <dcterms:created xsi:type="dcterms:W3CDTF">2023-09-07T13:37:00Z</dcterms:created>
  <dcterms:modified xsi:type="dcterms:W3CDTF">2023-09-07T14:45:00Z</dcterms:modified>
</cp:coreProperties>
</file>